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7CFE" w:rsidRDefault="006D7CFE" w:rsidP="006D7CFE">
      <w:pPr>
        <w:tabs>
          <w:tab w:val="left" w:pos="1418"/>
        </w:tabs>
        <w:spacing w:after="0" w:line="240" w:lineRule="auto"/>
      </w:pPr>
      <w:r>
        <w:t xml:space="preserve">Bodentankhalter 2-fach für </w:t>
      </w:r>
      <w:r w:rsidR="00F21338">
        <w:t xml:space="preserve">bis zu </w:t>
      </w:r>
      <w:r>
        <w:t>6 EFB-Keystones</w:t>
      </w:r>
    </w:p>
    <w:p w:rsidR="006D7CFE" w:rsidRDefault="006D7CFE" w:rsidP="006D7CFE">
      <w:pPr>
        <w:tabs>
          <w:tab w:val="left" w:pos="1418"/>
        </w:tabs>
        <w:spacing w:after="0" w:line="240" w:lineRule="auto"/>
      </w:pPr>
    </w:p>
    <w:p w:rsidR="006D7CFE" w:rsidRDefault="006D7CFE" w:rsidP="006D7CFE">
      <w:pPr>
        <w:tabs>
          <w:tab w:val="left" w:pos="1418"/>
        </w:tabs>
        <w:spacing w:after="0" w:line="240" w:lineRule="auto"/>
      </w:pPr>
      <w:r>
        <w:t xml:space="preserve">Bodentankhalter 2-fach für </w:t>
      </w:r>
      <w:r w:rsidR="00F21338">
        <w:t xml:space="preserve">bis zu </w:t>
      </w:r>
      <w:r>
        <w:t>6 EFB-Keystones</w:t>
      </w:r>
      <w:r w:rsidR="008D41A7">
        <w:t>,</w:t>
      </w:r>
    </w:p>
    <w:p w:rsidR="006D7CFE" w:rsidRDefault="006D7CFE" w:rsidP="006D7CFE">
      <w:pPr>
        <w:tabs>
          <w:tab w:val="left" w:pos="1418"/>
        </w:tabs>
        <w:spacing w:after="0" w:line="240" w:lineRule="auto"/>
      </w:pPr>
      <w:r>
        <w:t>Bodentankhalter aus Stahlblech zur Aufnahme von EFB-Keystones, zum Einbau in OBO Bettermann (Ackermann) Bodentanks der Serie GB2/GB3, Befestigung mittels Schrauben. Die Lieferung erfolgt ohne Keystones.</w:t>
      </w:r>
    </w:p>
    <w:p w:rsidR="006D7CFE" w:rsidRDefault="006D7CFE" w:rsidP="006D7CFE">
      <w:pPr>
        <w:tabs>
          <w:tab w:val="left" w:pos="1418"/>
        </w:tabs>
        <w:spacing w:after="0" w:line="240" w:lineRule="auto"/>
      </w:pPr>
    </w:p>
    <w:p w:rsidR="006D7CFE" w:rsidRDefault="006D7CFE" w:rsidP="006D7CFE">
      <w:pPr>
        <w:tabs>
          <w:tab w:val="left" w:pos="1418"/>
        </w:tabs>
        <w:spacing w:after="0" w:line="240" w:lineRule="auto"/>
      </w:pPr>
      <w:r>
        <w:t>Keystones:</w:t>
      </w:r>
      <w:r>
        <w:tab/>
        <w:t>max. 6</w:t>
      </w:r>
    </w:p>
    <w:p w:rsidR="006D7CFE" w:rsidRDefault="006D7CFE" w:rsidP="006D7CFE">
      <w:pPr>
        <w:tabs>
          <w:tab w:val="left" w:pos="1418"/>
          <w:tab w:val="left" w:pos="1560"/>
        </w:tabs>
        <w:spacing w:after="0" w:line="240" w:lineRule="auto"/>
      </w:pPr>
      <w:r>
        <w:t>Farbe:</w:t>
      </w:r>
      <w:r>
        <w:tab/>
        <w:t>RAL9005, schwarz</w:t>
      </w:r>
    </w:p>
    <w:p w:rsidR="006D7CFE" w:rsidRDefault="006D7CFE" w:rsidP="006D7CFE">
      <w:pPr>
        <w:tabs>
          <w:tab w:val="left" w:pos="1418"/>
        </w:tabs>
        <w:spacing w:after="0" w:line="240" w:lineRule="auto"/>
      </w:pPr>
    </w:p>
    <w:p w:rsidR="006D7CFE" w:rsidRDefault="006D7CFE" w:rsidP="006D7CFE">
      <w:pPr>
        <w:tabs>
          <w:tab w:val="left" w:pos="1418"/>
        </w:tabs>
        <w:spacing w:after="0" w:line="240" w:lineRule="auto"/>
      </w:pPr>
      <w:r>
        <w:t>Fabrikat:</w:t>
      </w:r>
      <w:r>
        <w:tab/>
        <w:t xml:space="preserve">EFB-Elektronik </w:t>
      </w:r>
      <w:bookmarkStart w:id="1" w:name="_GoBack"/>
      <w:bookmarkEnd w:id="1"/>
    </w:p>
    <w:p w:rsidR="006D7CFE" w:rsidRDefault="006D7CFE" w:rsidP="006D7CFE">
      <w:pPr>
        <w:tabs>
          <w:tab w:val="left" w:pos="1418"/>
        </w:tabs>
        <w:spacing w:after="0" w:line="240" w:lineRule="auto"/>
      </w:pPr>
      <w:r>
        <w:t>Art.-Nr.:</w:t>
      </w:r>
      <w:r>
        <w:tab/>
        <w:t>ET-25178V2</w:t>
      </w:r>
    </w:p>
    <w:p w:rsidR="006D7CFE" w:rsidRDefault="006D7CFE" w:rsidP="006D7CFE">
      <w:pPr>
        <w:tabs>
          <w:tab w:val="left" w:pos="1418"/>
        </w:tabs>
        <w:spacing w:after="0" w:line="240" w:lineRule="auto"/>
      </w:pPr>
    </w:p>
    <w:p w:rsidR="006D7CFE" w:rsidRDefault="006D7CFE" w:rsidP="006D7CFE">
      <w:pPr>
        <w:tabs>
          <w:tab w:val="left" w:pos="1418"/>
        </w:tabs>
        <w:spacing w:after="0" w:line="240" w:lineRule="auto"/>
      </w:pPr>
    </w:p>
    <w:p w:rsidR="005E356E" w:rsidRPr="006D7CFE" w:rsidRDefault="005E356E" w:rsidP="006D7CFE"/>
    <w:sectPr w:rsidR="005E356E" w:rsidRPr="006D7CFE" w:rsidSect="00B13EF8"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220001"/>
    <w:rsid w:val="00532498"/>
    <w:rsid w:val="00536482"/>
    <w:rsid w:val="005B0F83"/>
    <w:rsid w:val="005E356E"/>
    <w:rsid w:val="00645996"/>
    <w:rsid w:val="006D7CFE"/>
    <w:rsid w:val="006F60CC"/>
    <w:rsid w:val="00763DBC"/>
    <w:rsid w:val="0080646E"/>
    <w:rsid w:val="008524BC"/>
    <w:rsid w:val="008666BE"/>
    <w:rsid w:val="00894682"/>
    <w:rsid w:val="008C7280"/>
    <w:rsid w:val="008D41A7"/>
    <w:rsid w:val="00935501"/>
    <w:rsid w:val="009605B8"/>
    <w:rsid w:val="00A063E9"/>
    <w:rsid w:val="00B13EF8"/>
    <w:rsid w:val="00B268B9"/>
    <w:rsid w:val="00BC779E"/>
    <w:rsid w:val="00BE4747"/>
    <w:rsid w:val="00CD10CC"/>
    <w:rsid w:val="00CF4A91"/>
    <w:rsid w:val="00D33FDF"/>
    <w:rsid w:val="00DF63BC"/>
    <w:rsid w:val="00E30F82"/>
    <w:rsid w:val="00E4063A"/>
    <w:rsid w:val="00EC58A4"/>
    <w:rsid w:val="00EC7B16"/>
    <w:rsid w:val="00ED2433"/>
    <w:rsid w:val="00F142DC"/>
    <w:rsid w:val="00F21338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E05D275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D7CFE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56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6847DD7A</Template>
  <TotalTime>0</TotalTime>
  <Pages>1</Pages>
  <Words>54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2</cp:revision>
  <cp:lastPrinted>2018-07-27T06:44:00Z</cp:lastPrinted>
  <dcterms:created xsi:type="dcterms:W3CDTF">2020-02-11T13:50:00Z</dcterms:created>
  <dcterms:modified xsi:type="dcterms:W3CDTF">2020-02-11T13:50:00Z</dcterms:modified>
</cp:coreProperties>
</file>