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194" w:rsidRPr="009E456D" w:rsidRDefault="00D62194" w:rsidP="00D62194">
      <w:pPr>
        <w:tabs>
          <w:tab w:val="left" w:pos="2694"/>
        </w:tabs>
        <w:spacing w:after="0" w:line="240" w:lineRule="auto"/>
      </w:pPr>
      <w:r w:rsidRPr="009E456D">
        <w:t>A-DQ(ZN)B2Y 4E 9/125µ G657A</w:t>
      </w:r>
    </w:p>
    <w:p w:rsidR="00D62194" w:rsidRPr="009E456D" w:rsidRDefault="00D62194" w:rsidP="00D62194">
      <w:pPr>
        <w:tabs>
          <w:tab w:val="left" w:pos="2694"/>
        </w:tabs>
        <w:spacing w:after="0" w:line="240" w:lineRule="auto"/>
      </w:pPr>
    </w:p>
    <w:p w:rsidR="00D62194" w:rsidRPr="009E456D" w:rsidRDefault="00D62194" w:rsidP="00D62194">
      <w:pPr>
        <w:tabs>
          <w:tab w:val="left" w:pos="2694"/>
        </w:tabs>
        <w:spacing w:after="0" w:line="240" w:lineRule="auto"/>
      </w:pPr>
      <w:r w:rsidRPr="009E456D">
        <w:t>A-DQ(ZN)B2Y 4E 9/125µ G657A,</w:t>
      </w:r>
    </w:p>
    <w:p w:rsidR="00D62194" w:rsidRPr="009E456D" w:rsidRDefault="00D62194" w:rsidP="00D62194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>Außenkabel, Singlemode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 G657.A1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D62194" w:rsidRPr="009E456D" w:rsidRDefault="00D62194" w:rsidP="00D62194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>, einblasbar, UV-bes</w:t>
      </w:r>
      <w:r>
        <w:rPr>
          <w:rFonts w:asciiTheme="minorHAnsi" w:hAnsiTheme="minorHAnsi"/>
          <w:color w:val="auto"/>
          <w:sz w:val="22"/>
          <w:szCs w:val="22"/>
        </w:rPr>
        <w:t>tändig, zentrale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D62194" w:rsidRPr="009E456D" w:rsidRDefault="00D62194" w:rsidP="00D62194">
      <w:pPr>
        <w:tabs>
          <w:tab w:val="left" w:pos="2694"/>
        </w:tabs>
        <w:spacing w:after="0" w:line="240" w:lineRule="auto"/>
      </w:pPr>
    </w:p>
    <w:p w:rsidR="00D62194" w:rsidRPr="009E456D" w:rsidRDefault="00D62194" w:rsidP="00D62194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  <w:t>7,0mm</w:t>
      </w:r>
    </w:p>
    <w:p w:rsidR="00D62194" w:rsidRPr="00EA3C68" w:rsidRDefault="00D62194" w:rsidP="00D62194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1600N</w:t>
      </w:r>
    </w:p>
    <w:p w:rsidR="00D62194" w:rsidRPr="00F726B8" w:rsidRDefault="00D62194" w:rsidP="00D62194">
      <w:pPr>
        <w:tabs>
          <w:tab w:val="left" w:pos="2694"/>
        </w:tabs>
        <w:spacing w:after="0" w:line="240" w:lineRule="auto"/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:rsidR="00D62194" w:rsidRPr="007112B6" w:rsidRDefault="00D62194" w:rsidP="00D62194">
      <w:pPr>
        <w:tabs>
          <w:tab w:val="left" w:pos="2694"/>
        </w:tabs>
        <w:spacing w:after="0" w:line="240" w:lineRule="auto"/>
      </w:pPr>
      <w:r w:rsidRPr="007112B6">
        <w:t>Biegeradius:</w:t>
      </w:r>
      <w:r w:rsidRPr="007112B6">
        <w:tab/>
        <w:t>140mm</w:t>
      </w:r>
    </w:p>
    <w:p w:rsidR="00D62194" w:rsidRPr="00EA3C68" w:rsidRDefault="00D62194" w:rsidP="00D62194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D62194" w:rsidRPr="00EA3C68" w:rsidRDefault="00D62194" w:rsidP="00D62194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-40 bis 70°C</w:t>
      </w:r>
    </w:p>
    <w:p w:rsidR="00D62194" w:rsidRPr="00EA3C68" w:rsidRDefault="00D62194" w:rsidP="00D62194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≤0,4db/km</w:t>
      </w:r>
    </w:p>
    <w:bookmarkEnd w:id="1"/>
    <w:p w:rsidR="00D62194" w:rsidRPr="009E456D" w:rsidRDefault="00D62194" w:rsidP="00D62194">
      <w:pPr>
        <w:tabs>
          <w:tab w:val="left" w:pos="2694"/>
        </w:tabs>
        <w:spacing w:after="0" w:line="240" w:lineRule="auto"/>
      </w:pPr>
      <w:r w:rsidRPr="009E456D">
        <w:t>Aufbau:</w:t>
      </w:r>
      <w:r w:rsidRPr="009E456D">
        <w:tab/>
        <w:t>04E (1x4) Singlemode G.657.A1</w:t>
      </w:r>
    </w:p>
    <w:p w:rsidR="00D62194" w:rsidRPr="009E456D" w:rsidRDefault="00D62194" w:rsidP="00D62194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>A-DQ(ZN)B2Y 4E9/125</w:t>
      </w:r>
    </w:p>
    <w:p w:rsidR="00D62194" w:rsidRPr="009E456D" w:rsidRDefault="00D62194" w:rsidP="00D62194">
      <w:pPr>
        <w:tabs>
          <w:tab w:val="left" w:pos="2694"/>
        </w:tabs>
        <w:spacing w:after="0" w:line="240" w:lineRule="auto"/>
      </w:pPr>
    </w:p>
    <w:p w:rsidR="00D62194" w:rsidRPr="009E456D" w:rsidRDefault="00D62194" w:rsidP="00D62194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>EFB-Elektronik GmbH</w:t>
      </w:r>
    </w:p>
    <w:p w:rsidR="00D62194" w:rsidRDefault="00D62194" w:rsidP="00D62194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55404.1</w:t>
      </w:r>
    </w:p>
    <w:p w:rsidR="005E356E" w:rsidRPr="00D62194" w:rsidRDefault="005E356E" w:rsidP="00D62194">
      <w:bookmarkStart w:id="2" w:name="_GoBack"/>
      <w:bookmarkEnd w:id="2"/>
    </w:p>
    <w:sectPr w:rsidR="005E356E" w:rsidRPr="00D62194" w:rsidSect="00B35F33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F33C1"/>
    <w:rsid w:val="004259CE"/>
    <w:rsid w:val="00532498"/>
    <w:rsid w:val="00536482"/>
    <w:rsid w:val="005B0F83"/>
    <w:rsid w:val="005E356E"/>
    <w:rsid w:val="00645996"/>
    <w:rsid w:val="006B0514"/>
    <w:rsid w:val="006F60CC"/>
    <w:rsid w:val="00712573"/>
    <w:rsid w:val="00725E82"/>
    <w:rsid w:val="00763DBC"/>
    <w:rsid w:val="0080646E"/>
    <w:rsid w:val="00834020"/>
    <w:rsid w:val="008524BC"/>
    <w:rsid w:val="008666BE"/>
    <w:rsid w:val="00894682"/>
    <w:rsid w:val="008B1A60"/>
    <w:rsid w:val="008C7280"/>
    <w:rsid w:val="0090109B"/>
    <w:rsid w:val="00935501"/>
    <w:rsid w:val="009456B2"/>
    <w:rsid w:val="009605B8"/>
    <w:rsid w:val="00A063E9"/>
    <w:rsid w:val="00B10750"/>
    <w:rsid w:val="00B268B9"/>
    <w:rsid w:val="00B35F33"/>
    <w:rsid w:val="00BC779E"/>
    <w:rsid w:val="00BE4747"/>
    <w:rsid w:val="00CD10CC"/>
    <w:rsid w:val="00CE38AA"/>
    <w:rsid w:val="00CF4A91"/>
    <w:rsid w:val="00D33FDF"/>
    <w:rsid w:val="00D62194"/>
    <w:rsid w:val="00DA5DE8"/>
    <w:rsid w:val="00DC18AB"/>
    <w:rsid w:val="00DF406F"/>
    <w:rsid w:val="00DF63BC"/>
    <w:rsid w:val="00E026BF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17F2A0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D6219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109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2018-07-30T12:20:00Z</dcterms:created>
  <dcterms:modified xsi:type="dcterms:W3CDTF">2018-10-18T12:17:00Z</dcterms:modified>
</cp:coreProperties>
</file>