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 xml:space="preserve">LWL Spleißbox </w:t>
      </w:r>
      <w:r w:rsidR="007B0F7F">
        <w:t>ST</w:t>
      </w:r>
      <w:r>
        <w:t xml:space="preserve"> 9/125µm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 xml:space="preserve">LWL Spleißbox </w:t>
      </w:r>
      <w:r w:rsidR="007B0F7F">
        <w:t>ST</w:t>
      </w:r>
      <w:r>
        <w:t xml:space="preserve"> 9/125µm</w:t>
      </w:r>
      <w:r w:rsidR="007B0F7F">
        <w:t>,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</w:t>
      </w:r>
      <w:r w:rsidR="007B0F7F">
        <w:t>ST</w:t>
      </w:r>
      <w:r w:rsidRPr="00440ABB">
        <w:t xml:space="preserve">-Duplex-Kupplungen </w:t>
      </w:r>
      <w:r>
        <w:t xml:space="preserve">aus </w:t>
      </w:r>
      <w:r w:rsidR="007B0F7F">
        <w:t>Metall,</w:t>
      </w:r>
      <w:r>
        <w:t xml:space="preserve"> </w:t>
      </w:r>
      <w:r w:rsidRPr="00440ABB">
        <w:t>durchgefärbte</w:t>
      </w:r>
      <w:r>
        <w:t>n</w:t>
      </w:r>
      <w:r w:rsidRPr="00440ABB">
        <w:t xml:space="preserve"> </w:t>
      </w:r>
      <w:proofErr w:type="spellStart"/>
      <w:r>
        <w:t>s</w:t>
      </w:r>
      <w:r w:rsidRPr="00440ABB">
        <w:t>inglemode</w:t>
      </w:r>
      <w:proofErr w:type="spellEnd"/>
      <w:r w:rsidRPr="00440ABB">
        <w:t xml:space="preserve"> UPC-Pigtails</w:t>
      </w:r>
      <w:r>
        <w:t xml:space="preserve"> gemäß DIN VDE 0888</w:t>
      </w:r>
      <w:r w:rsidRPr="00440ABB">
        <w:t xml:space="preserve"> der Fasergüte OS2</w:t>
      </w:r>
      <w:r>
        <w:t xml:space="preserve">, mit beiliegendem Messprotokoll, </w:t>
      </w:r>
      <w:r w:rsidRPr="00440ABB">
        <w:t>Metallgehäuse tiefenverstellbar, rückseitige Kabeleinführung, Frontblende verschraubt.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 xml:space="preserve">Inkl. entsprechender Anzahl: Spleißkassetten, </w:t>
      </w:r>
      <w:r w:rsidRPr="00440ABB">
        <w:t>Spleißhalter,</w:t>
      </w:r>
      <w:r>
        <w:t xml:space="preserve"> Deckel f. Spleißkassette,</w:t>
      </w:r>
      <w:r w:rsidRPr="00440ABB">
        <w:t xml:space="preserve"> </w:t>
      </w:r>
      <w:r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</w:t>
      </w:r>
      <w:bookmarkStart w:id="1" w:name="_GoBack"/>
      <w:bookmarkEnd w:id="1"/>
      <w:r w:rsidRPr="00440ABB">
        <w:t>dstopfen f</w:t>
      </w:r>
      <w:r>
        <w:t>ür nicht benötigte Ausbrüche.</w:t>
      </w:r>
    </w:p>
    <w:p w:rsidR="00DC5C34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Anzahl Kupplungen</w:t>
      </w:r>
      <w:r>
        <w:tab/>
        <w:t>6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Anzahl Pigtails:</w:t>
      </w:r>
      <w:r>
        <w:tab/>
        <w:t>12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Kupplungstyp</w:t>
      </w:r>
      <w:r w:rsidRPr="00440ABB">
        <w:t xml:space="preserve"> innen.:</w:t>
      </w:r>
      <w:r w:rsidRPr="00440ABB">
        <w:tab/>
      </w:r>
      <w:r w:rsidR="007B0F7F">
        <w:t>ST</w:t>
      </w:r>
      <w:r w:rsidRPr="00440ABB">
        <w:t>-Duplex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Kupplungstyp</w:t>
      </w:r>
      <w:r w:rsidRPr="00440ABB">
        <w:t xml:space="preserve"> außen:</w:t>
      </w:r>
      <w:r w:rsidRPr="00440ABB">
        <w:tab/>
      </w:r>
      <w:r w:rsidR="007B0F7F">
        <w:t>ST</w:t>
      </w:r>
      <w:r w:rsidRPr="00440ABB">
        <w:t>-Duplex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</w:t>
      </w:r>
      <w:r w:rsidRPr="00440ABB">
        <w:t>x</w:t>
      </w:r>
      <w:r>
        <w:t>b</w:t>
      </w:r>
      <w:r w:rsidRPr="00440ABB">
        <w:t>x</w:t>
      </w:r>
      <w:r>
        <w:t>t</w:t>
      </w:r>
      <w:proofErr w:type="spellEnd"/>
      <w:r w:rsidRPr="00440ABB">
        <w:t xml:space="preserve"> 445x483x244mm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 w:rsidRPr="00440ABB">
        <w:t>Farbe:</w:t>
      </w:r>
      <w:r w:rsidRPr="00440ABB">
        <w:tab/>
        <w:t>RAL7035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 w:rsidRPr="00440ABB">
        <w:t>Fabrikat:</w:t>
      </w:r>
      <w:r w:rsidRPr="00440ABB">
        <w:tab/>
        <w:t xml:space="preserve">EFB-Elektronik 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 w:rsidRPr="00440ABB">
        <w:t>Art.-Nr.:</w:t>
      </w:r>
      <w:r w:rsidRPr="00440ABB">
        <w:tab/>
      </w:r>
      <w:r w:rsidR="007B0F7F">
        <w:t>B71023.12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9B3167" w:rsidP="00DC5C34">
      <w:pPr>
        <w:tabs>
          <w:tab w:val="left" w:pos="1985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7B0F7F" w:rsidRPr="00440ABB" w:rsidRDefault="007B0F7F" w:rsidP="007B0F7F">
      <w:pPr>
        <w:tabs>
          <w:tab w:val="left" w:pos="1985"/>
        </w:tabs>
        <w:spacing w:after="0" w:line="240" w:lineRule="auto"/>
      </w:pPr>
      <w:r>
        <w:t>LWL Spleißbox ST 9/125µm</w:t>
      </w:r>
    </w:p>
    <w:p w:rsidR="007B0F7F" w:rsidRPr="00440ABB" w:rsidRDefault="007B0F7F" w:rsidP="007B0F7F">
      <w:pPr>
        <w:tabs>
          <w:tab w:val="left" w:pos="1985"/>
        </w:tabs>
        <w:spacing w:after="0" w:line="240" w:lineRule="auto"/>
      </w:pPr>
    </w:p>
    <w:p w:rsidR="007B0F7F" w:rsidRPr="00440ABB" w:rsidRDefault="007B0F7F" w:rsidP="007B0F7F">
      <w:pPr>
        <w:tabs>
          <w:tab w:val="left" w:pos="1985"/>
        </w:tabs>
        <w:spacing w:after="0" w:line="240" w:lineRule="auto"/>
      </w:pPr>
      <w:r>
        <w:t>LWL Spleißbox ST 9/125µm,</w:t>
      </w:r>
    </w:p>
    <w:p w:rsidR="00DC5C34" w:rsidRPr="002856EF" w:rsidRDefault="00DC5C34" w:rsidP="00DC5C34">
      <w:pPr>
        <w:tabs>
          <w:tab w:val="left" w:pos="1418"/>
          <w:tab w:val="left" w:pos="1985"/>
        </w:tabs>
        <w:spacing w:after="0" w:line="240" w:lineRule="auto"/>
      </w:pPr>
      <w:r w:rsidRPr="002856EF">
        <w:t>wie vor beschrieben jedoch: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Anzahl Kupplungen</w:t>
      </w:r>
      <w:r>
        <w:tab/>
        <w:t>XX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Anzahl Pigtails:</w:t>
      </w:r>
      <w:r>
        <w:tab/>
        <w:t>XX</w:t>
      </w:r>
    </w:p>
    <w:p w:rsidR="00DC5C34" w:rsidRPr="00F142DC" w:rsidRDefault="00DC5C34" w:rsidP="00DC5C34">
      <w:pPr>
        <w:tabs>
          <w:tab w:val="left" w:pos="1418"/>
          <w:tab w:val="left" w:pos="1985"/>
        </w:tabs>
        <w:spacing w:after="0" w:line="240" w:lineRule="auto"/>
      </w:pPr>
    </w:p>
    <w:p w:rsidR="00DC5C34" w:rsidRPr="008B1251" w:rsidRDefault="00DC5C34" w:rsidP="00DC5C34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DC5C34" w:rsidRPr="008B1251" w:rsidRDefault="00DC5C34" w:rsidP="00DC5C34">
      <w:pPr>
        <w:tabs>
          <w:tab w:val="left" w:pos="1985"/>
        </w:tabs>
        <w:spacing w:after="0" w:line="240" w:lineRule="auto"/>
      </w:pPr>
      <w:r w:rsidRPr="008B1251">
        <w:t>Art.-</w:t>
      </w:r>
      <w:proofErr w:type="gramStart"/>
      <w:r w:rsidRPr="008B1251">
        <w:t>Nr.:</w:t>
      </w:r>
      <w:r w:rsidRPr="008B1251">
        <w:tab/>
      </w:r>
      <w:r>
        <w:t>B71</w:t>
      </w:r>
      <w:r w:rsidR="007B0F7F">
        <w:t>023</w:t>
      </w:r>
      <w:r>
        <w:t>.</w:t>
      </w:r>
      <w:r w:rsidR="007B0F7F">
        <w:t>xx</w:t>
      </w:r>
      <w:proofErr w:type="gramEnd"/>
    </w:p>
    <w:p w:rsidR="00DC5C34" w:rsidRPr="00144909" w:rsidRDefault="00DC5C34" w:rsidP="00DC5C34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DC5C34" w:rsidRDefault="009B3167" w:rsidP="00DC5C34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DC5C34" w:rsidRDefault="00DC5C34" w:rsidP="00DC5C34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DC5C34" w:rsidRPr="00545B80" w:rsidRDefault="00DC5C34" w:rsidP="00DC5C34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:rsidR="007B0F7F" w:rsidRPr="00440ABB" w:rsidRDefault="007B0F7F" w:rsidP="007B0F7F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rPr>
          <w:color w:val="0070C0"/>
        </w:rPr>
        <w:t xml:space="preserve">4 Kupplungen &amp; </w:t>
      </w:r>
      <w:r w:rsidR="009B3167">
        <w:rPr>
          <w:color w:val="0070C0"/>
        </w:rPr>
        <w:t>8</w:t>
      </w:r>
      <w:r>
        <w:rPr>
          <w:color w:val="0070C0"/>
        </w:rPr>
        <w:t xml:space="preserve"> Pigtails / 6 Kupplungen &amp; </w:t>
      </w:r>
      <w:r w:rsidR="009B3167">
        <w:rPr>
          <w:color w:val="0070C0"/>
        </w:rPr>
        <w:t>12</w:t>
      </w:r>
      <w:r>
        <w:rPr>
          <w:color w:val="0070C0"/>
        </w:rPr>
        <w:t xml:space="preserve"> Pigtails / 12 Kupplungen &amp; 2</w:t>
      </w:r>
      <w:r w:rsidR="009B3167">
        <w:rPr>
          <w:color w:val="0070C0"/>
        </w:rPr>
        <w:t>4</w:t>
      </w:r>
      <w:r>
        <w:rPr>
          <w:color w:val="0070C0"/>
        </w:rPr>
        <w:t xml:space="preserve"> Pigtails / </w:t>
      </w:r>
      <w:r>
        <w:rPr>
          <w:color w:val="0070C0"/>
        </w:rPr>
        <w:br/>
        <w:t xml:space="preserve">24 Kupplungen &amp; </w:t>
      </w:r>
      <w:r w:rsidR="009B3167">
        <w:rPr>
          <w:color w:val="0070C0"/>
        </w:rPr>
        <w:t>48</w:t>
      </w:r>
      <w:r>
        <w:rPr>
          <w:color w:val="0070C0"/>
        </w:rPr>
        <w:t xml:space="preserve"> Pigtails</w:t>
      </w:r>
    </w:p>
    <w:p w:rsidR="005E356E" w:rsidRPr="00DC5C34" w:rsidRDefault="005E356E" w:rsidP="00DC5C34"/>
    <w:sectPr w:rsidR="005E356E" w:rsidRPr="00DC5C34" w:rsidSect="00276F1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0A7E8B"/>
    <w:rsid w:val="00220001"/>
    <w:rsid w:val="00276F13"/>
    <w:rsid w:val="00532498"/>
    <w:rsid w:val="00536482"/>
    <w:rsid w:val="005B0F83"/>
    <w:rsid w:val="005E356E"/>
    <w:rsid w:val="00645996"/>
    <w:rsid w:val="00696AF1"/>
    <w:rsid w:val="006A0501"/>
    <w:rsid w:val="006C45FF"/>
    <w:rsid w:val="006F60CC"/>
    <w:rsid w:val="00763DBC"/>
    <w:rsid w:val="007B0F7F"/>
    <w:rsid w:val="0080646E"/>
    <w:rsid w:val="00841506"/>
    <w:rsid w:val="008524BC"/>
    <w:rsid w:val="008666BE"/>
    <w:rsid w:val="00893E96"/>
    <w:rsid w:val="00894682"/>
    <w:rsid w:val="008C7280"/>
    <w:rsid w:val="00935501"/>
    <w:rsid w:val="009605B8"/>
    <w:rsid w:val="009B3167"/>
    <w:rsid w:val="009D2933"/>
    <w:rsid w:val="00A063E9"/>
    <w:rsid w:val="00B268B9"/>
    <w:rsid w:val="00BC779E"/>
    <w:rsid w:val="00BE4747"/>
    <w:rsid w:val="00CD10CC"/>
    <w:rsid w:val="00CF4A91"/>
    <w:rsid w:val="00D33FDF"/>
    <w:rsid w:val="00DC5C34"/>
    <w:rsid w:val="00DF63BC"/>
    <w:rsid w:val="00E30F82"/>
    <w:rsid w:val="00E4063A"/>
    <w:rsid w:val="00E913A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0DDC9B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5C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2019-06-06T09:14:00Z</dcterms:created>
  <dcterms:modified xsi:type="dcterms:W3CDTF">2020-02-11T14:23:00Z</dcterms:modified>
</cp:coreProperties>
</file>