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5EB" w:rsidRPr="00E95CAA" w:rsidRDefault="006055EB" w:rsidP="006055EB">
      <w:pPr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  <w:r w:rsidRPr="00E95CAA">
        <w:rPr>
          <w:rFonts w:cs="Segoe UI,Bold"/>
          <w:bCs/>
        </w:rPr>
        <w:t>Rahmenset 1-fach, RAL 9010</w:t>
      </w:r>
    </w:p>
    <w:p w:rsidR="006055EB" w:rsidRPr="00E95CAA" w:rsidRDefault="006055EB" w:rsidP="006055EB">
      <w:pPr>
        <w:autoSpaceDE w:val="0"/>
        <w:autoSpaceDN w:val="0"/>
        <w:adjustRightInd w:val="0"/>
        <w:spacing w:after="0" w:line="240" w:lineRule="auto"/>
      </w:pPr>
    </w:p>
    <w:p w:rsidR="006055EB" w:rsidRPr="00E95CAA" w:rsidRDefault="006055EB" w:rsidP="006055EB">
      <w:pPr>
        <w:autoSpaceDE w:val="0"/>
        <w:autoSpaceDN w:val="0"/>
        <w:adjustRightInd w:val="0"/>
        <w:spacing w:after="0" w:line="240" w:lineRule="auto"/>
        <w:rPr>
          <w:rFonts w:cs="Segoe UI,Bold"/>
          <w:bCs/>
        </w:rPr>
      </w:pPr>
      <w:r w:rsidRPr="00E95CAA">
        <w:rPr>
          <w:rFonts w:cs="Segoe UI,Bold"/>
          <w:bCs/>
        </w:rPr>
        <w:t xml:space="preserve">Rahmenset 1-fach, RAL 9010, </w:t>
      </w:r>
    </w:p>
    <w:p w:rsidR="006055EB" w:rsidRPr="00E95CAA" w:rsidRDefault="006055EB" w:rsidP="006055EB">
      <w:pPr>
        <w:autoSpaceDE w:val="0"/>
        <w:autoSpaceDN w:val="0"/>
        <w:adjustRightInd w:val="0"/>
        <w:spacing w:after="0" w:line="240" w:lineRule="auto"/>
        <w:rPr>
          <w:rFonts w:cs="Myriad Pro"/>
          <w:color w:val="000000"/>
        </w:rPr>
      </w:pPr>
      <w:r w:rsidRPr="00E95CAA">
        <w:rPr>
          <w:rFonts w:cs="Segoe UI,Bold"/>
          <w:bCs/>
        </w:rPr>
        <w:t xml:space="preserve">für </w:t>
      </w:r>
      <w:r w:rsidRPr="00E95CAA">
        <w:rPr>
          <w:rStyle w:val="field-item12"/>
          <w:rFonts w:cs="Arial"/>
        </w:rPr>
        <w:t xml:space="preserve">Unterputz- oder Kanalanschluss, </w:t>
      </w:r>
      <w:r w:rsidRPr="00E95CAA">
        <w:t xml:space="preserve">Basiselement mit zentraler Abdeckplatte zur Aufnahme von </w:t>
      </w:r>
      <w:r>
        <w:t>1</w:t>
      </w:r>
      <w:r w:rsidRPr="00E95CAA">
        <w:t xml:space="preserve"> Modul im Keystone-Format, 40°-Auslass, Zentralplatte nach DIN49075, kompatibel zu diversen Standard-Schalterprogramm über Zwischenrahmen, </w:t>
      </w:r>
      <w:r w:rsidRPr="00E95CAA">
        <w:rPr>
          <w:rFonts w:cs="Myriad Pro"/>
          <w:color w:val="000000"/>
        </w:rPr>
        <w:t>Befestigungsrahmen mit Kunststoffabdeckung 80x80mm. Zentralplatte 50x50mm</w:t>
      </w:r>
      <w:r>
        <w:rPr>
          <w:rFonts w:cs="Myriad Pro"/>
          <w:color w:val="000000"/>
        </w:rPr>
        <w:t>,</w:t>
      </w:r>
      <w:r w:rsidRPr="007554CD">
        <w:rPr>
          <w:rFonts w:cs="Myriad Pro"/>
          <w:color w:val="000000"/>
        </w:rPr>
        <w:t xml:space="preserve"> </w:t>
      </w:r>
      <w:r>
        <w:rPr>
          <w:rFonts w:cs="Myriad Pro"/>
          <w:color w:val="000000"/>
        </w:rPr>
        <w:t>Farbe RAL 9010 reinweiß,</w:t>
      </w:r>
      <w:r w:rsidRPr="00CA1B75">
        <w:rPr>
          <w:rFonts w:cs="Myriad Pro"/>
          <w:color w:val="000000"/>
        </w:rPr>
        <w:t xml:space="preserve"> </w:t>
      </w:r>
      <w:r w:rsidRPr="00E95CAA">
        <w:rPr>
          <w:rFonts w:cs="Myriad Pro"/>
          <w:color w:val="000000"/>
        </w:rPr>
        <w:t>mit Staubschutzkappe, Beschriftungsfeld und Anschlussmöglichkeit für den Potentialausgleich.</w:t>
      </w:r>
    </w:p>
    <w:p w:rsidR="006055EB" w:rsidRPr="00E95CAA" w:rsidRDefault="006055EB" w:rsidP="006055EB">
      <w:pPr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6055EB" w:rsidRPr="00E95CAA" w:rsidRDefault="006055EB" w:rsidP="006055EB">
      <w:pPr>
        <w:tabs>
          <w:tab w:val="left" w:pos="1276"/>
        </w:tabs>
        <w:spacing w:after="0" w:line="240" w:lineRule="auto"/>
      </w:pPr>
      <w:r w:rsidRPr="00E95CAA">
        <w:t>Fabrikat:</w:t>
      </w:r>
      <w:r w:rsidRPr="00E95CAA">
        <w:tab/>
        <w:t xml:space="preserve">EFB-Elektronik </w:t>
      </w:r>
      <w:bookmarkStart w:id="1" w:name="_GoBack"/>
      <w:bookmarkEnd w:id="1"/>
    </w:p>
    <w:p w:rsidR="005E356E" w:rsidRPr="006055EB" w:rsidRDefault="006055EB" w:rsidP="006055EB">
      <w:pPr>
        <w:tabs>
          <w:tab w:val="left" w:pos="1276"/>
        </w:tabs>
        <w:spacing w:after="0" w:line="240" w:lineRule="auto"/>
      </w:pPr>
      <w:r w:rsidRPr="00E95CAA">
        <w:t>Art.-Nr.:</w:t>
      </w:r>
      <w:r w:rsidRPr="00E95CAA">
        <w:tab/>
        <w:t>ET-25087</w:t>
      </w:r>
      <w:r>
        <w:t>V2</w:t>
      </w:r>
    </w:p>
    <w:sectPr w:rsidR="005E356E" w:rsidRPr="006055EB" w:rsidSect="007834BA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D1C56"/>
    <w:rsid w:val="00532498"/>
    <w:rsid w:val="00536482"/>
    <w:rsid w:val="005B0F83"/>
    <w:rsid w:val="005E356E"/>
    <w:rsid w:val="006055EB"/>
    <w:rsid w:val="00645996"/>
    <w:rsid w:val="006F60CC"/>
    <w:rsid w:val="00763DBC"/>
    <w:rsid w:val="007834BA"/>
    <w:rsid w:val="0080646E"/>
    <w:rsid w:val="008524BC"/>
    <w:rsid w:val="008666BE"/>
    <w:rsid w:val="00894682"/>
    <w:rsid w:val="008C7280"/>
    <w:rsid w:val="00935501"/>
    <w:rsid w:val="009605B8"/>
    <w:rsid w:val="009C54A4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55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field-item12">
    <w:name w:val="field-item12"/>
    <w:basedOn w:val="Absatz-Standardschriftart"/>
    <w:rsid w:val="004D1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2018-07-27T10:55:00Z</dcterms:created>
  <dcterms:modified xsi:type="dcterms:W3CDTF">2020-02-11T13:37:00Z</dcterms:modified>
</cp:coreProperties>
</file>