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CE1" w:rsidRPr="009E456D" w:rsidRDefault="00F66CE1" w:rsidP="00F66CE1">
      <w:pPr>
        <w:tabs>
          <w:tab w:val="left" w:pos="2694"/>
        </w:tabs>
        <w:spacing w:after="0" w:line="240" w:lineRule="auto"/>
      </w:pPr>
      <w:r w:rsidRPr="009E456D">
        <w:t xml:space="preserve">A-DQ(ZN)B2Y </w:t>
      </w:r>
      <w:r>
        <w:t>8</w:t>
      </w:r>
      <w:r w:rsidRPr="009E456D">
        <w:t>E 9/125µ G657A</w:t>
      </w:r>
    </w:p>
    <w:p w:rsidR="00F66CE1" w:rsidRPr="009E456D" w:rsidRDefault="00F66CE1" w:rsidP="00F66CE1">
      <w:pPr>
        <w:tabs>
          <w:tab w:val="left" w:pos="2694"/>
        </w:tabs>
        <w:spacing w:after="0" w:line="240" w:lineRule="auto"/>
      </w:pPr>
    </w:p>
    <w:p w:rsidR="00F66CE1" w:rsidRPr="009E456D" w:rsidRDefault="00F66CE1" w:rsidP="00F66CE1">
      <w:pPr>
        <w:tabs>
          <w:tab w:val="left" w:pos="2694"/>
        </w:tabs>
        <w:spacing w:after="0" w:line="240" w:lineRule="auto"/>
      </w:pPr>
      <w:r>
        <w:t>A-DQ(ZN)B2Y 8</w:t>
      </w:r>
      <w:r w:rsidRPr="009E456D">
        <w:t>E 9/125µ G657A,</w:t>
      </w:r>
    </w:p>
    <w:p w:rsidR="00F66CE1" w:rsidRPr="009E456D" w:rsidRDefault="00F66CE1" w:rsidP="00F66CE1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 w:rsidRPr="009E456D">
        <w:rPr>
          <w:rFonts w:asciiTheme="minorHAnsi" w:hAnsiTheme="minorHAnsi" w:cstheme="minorBidi"/>
          <w:color w:val="auto"/>
          <w:sz w:val="22"/>
          <w:szCs w:val="22"/>
        </w:rPr>
        <w:t>Außenkabel, Singlemode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 G657.A1</w:t>
      </w:r>
      <w:r w:rsidRPr="009E456D">
        <w:rPr>
          <w:rFonts w:asciiTheme="minorHAnsi" w:hAnsiTheme="minorHAnsi" w:cstheme="minorBidi"/>
          <w:color w:val="auto"/>
          <w:sz w:val="22"/>
          <w:szCs w:val="22"/>
        </w:rPr>
        <w:t>, zur direkten Verlegung im Erdreich oder in Rohrleitungen als Primärverkabelung (Campus) oder Backbone.</w:t>
      </w:r>
    </w:p>
    <w:p w:rsidR="00F66CE1" w:rsidRPr="009E456D" w:rsidRDefault="00F66CE1" w:rsidP="00F66CE1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9E456D">
        <w:rPr>
          <w:rFonts w:asciiTheme="minorHAnsi" w:hAnsiTheme="minorHAnsi"/>
          <w:color w:val="auto"/>
          <w:sz w:val="22"/>
          <w:szCs w:val="22"/>
        </w:rPr>
        <w:t xml:space="preserve">Mantel-Material Polyethylen in Farbe Schwarz, mit 250μm-Faserbeschichtung, metallfrei, biegeunempfindlich, längswasserdicht nach </w:t>
      </w:r>
      <w:r w:rsidRPr="009E456D">
        <w:rPr>
          <w:color w:val="auto"/>
          <w:sz w:val="20"/>
          <w:szCs w:val="20"/>
        </w:rPr>
        <w:t>IEC 60794-1-2</w:t>
      </w:r>
      <w:r w:rsidRPr="009E456D">
        <w:rPr>
          <w:rFonts w:asciiTheme="minorHAnsi" w:hAnsiTheme="minorHAnsi"/>
          <w:color w:val="auto"/>
          <w:sz w:val="22"/>
          <w:szCs w:val="22"/>
        </w:rPr>
        <w:t>, einblasbar, UV-bes</w:t>
      </w:r>
      <w:r>
        <w:rPr>
          <w:rFonts w:asciiTheme="minorHAnsi" w:hAnsiTheme="minorHAnsi"/>
          <w:color w:val="auto"/>
          <w:sz w:val="22"/>
          <w:szCs w:val="22"/>
        </w:rPr>
        <w:t>tändig, zentrale Bündelader gel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gefüllt, mit Nagetierschutz und Zugentlastung, halogenfrei nach EN </w:t>
      </w:r>
      <w:r w:rsidRPr="00F726B8">
        <w:rPr>
          <w:rFonts w:asciiTheme="minorHAnsi" w:hAnsiTheme="minorHAnsi" w:cs="OpenSans"/>
          <w:color w:val="585856"/>
          <w:sz w:val="22"/>
          <w:szCs w:val="22"/>
        </w:rPr>
        <w:t>60754-1/2</w:t>
      </w:r>
      <w:r w:rsidRPr="009E456D">
        <w:rPr>
          <w:rFonts w:asciiTheme="minorHAnsi" w:hAnsiTheme="minorHAnsi"/>
          <w:color w:val="auto"/>
          <w:sz w:val="22"/>
          <w:szCs w:val="22"/>
        </w:rPr>
        <w:t>.</w:t>
      </w:r>
    </w:p>
    <w:p w:rsidR="00F66CE1" w:rsidRPr="009E456D" w:rsidRDefault="00F66CE1" w:rsidP="00F66CE1">
      <w:pPr>
        <w:tabs>
          <w:tab w:val="left" w:pos="2694"/>
        </w:tabs>
        <w:spacing w:after="0" w:line="240" w:lineRule="auto"/>
      </w:pPr>
    </w:p>
    <w:p w:rsidR="00F66CE1" w:rsidRPr="009E456D" w:rsidRDefault="00F66CE1" w:rsidP="00F66CE1">
      <w:pPr>
        <w:tabs>
          <w:tab w:val="left" w:pos="2694"/>
        </w:tabs>
        <w:spacing w:after="0" w:line="240" w:lineRule="auto"/>
      </w:pPr>
      <w:r w:rsidRPr="009E456D">
        <w:t>Außendurchmesser:</w:t>
      </w:r>
      <w:r w:rsidRPr="009E456D">
        <w:tab/>
        <w:t>7,0mm</w:t>
      </w:r>
    </w:p>
    <w:p w:rsidR="00F66CE1" w:rsidRPr="00EA3C68" w:rsidRDefault="00F66CE1" w:rsidP="00F66CE1">
      <w:pPr>
        <w:tabs>
          <w:tab w:val="left" w:pos="2694"/>
        </w:tabs>
        <w:spacing w:after="0" w:line="240" w:lineRule="auto"/>
      </w:pPr>
      <w:r w:rsidRPr="00EA3C68">
        <w:t>Zugkraft, langzeitig:</w:t>
      </w:r>
      <w:r w:rsidRPr="00EA3C68">
        <w:tab/>
        <w:t>1600N</w:t>
      </w:r>
    </w:p>
    <w:p w:rsidR="00F66CE1" w:rsidRPr="00F726B8" w:rsidRDefault="00F66CE1" w:rsidP="00F66CE1">
      <w:pPr>
        <w:tabs>
          <w:tab w:val="left" w:pos="2694"/>
        </w:tabs>
        <w:spacing w:after="0" w:line="240" w:lineRule="auto"/>
      </w:pPr>
      <w:bookmarkStart w:id="1" w:name="_Hlk487545870"/>
      <w:r w:rsidRPr="00EA3C68">
        <w:t>Querdruckfestigkeit:</w:t>
      </w:r>
      <w:r w:rsidRPr="00EA3C68">
        <w:tab/>
      </w:r>
      <w:r w:rsidRPr="00F726B8">
        <w:t>1500N/</w:t>
      </w:r>
      <w:proofErr w:type="spellStart"/>
      <w:r w:rsidRPr="00F726B8">
        <w:t>dm</w:t>
      </w:r>
      <w:proofErr w:type="spellEnd"/>
    </w:p>
    <w:p w:rsidR="00F66CE1" w:rsidRPr="007112B6" w:rsidRDefault="00F66CE1" w:rsidP="00F66CE1">
      <w:pPr>
        <w:tabs>
          <w:tab w:val="left" w:pos="2694"/>
        </w:tabs>
        <w:spacing w:after="0" w:line="240" w:lineRule="auto"/>
      </w:pPr>
      <w:r w:rsidRPr="007112B6">
        <w:t>Biegeradius:</w:t>
      </w:r>
      <w:r w:rsidRPr="007112B6">
        <w:tab/>
        <w:t>140mm</w:t>
      </w:r>
    </w:p>
    <w:p w:rsidR="00F66CE1" w:rsidRPr="00EA3C68" w:rsidRDefault="00F66CE1" w:rsidP="00F66CE1">
      <w:pPr>
        <w:tabs>
          <w:tab w:val="left" w:pos="2694"/>
        </w:tabs>
        <w:spacing w:after="0" w:line="240" w:lineRule="auto"/>
      </w:pPr>
      <w:r w:rsidRPr="00EA3C68">
        <w:t>Betriebstemperatur, bewegt:</w:t>
      </w:r>
      <w:r w:rsidRPr="00EA3C68">
        <w:tab/>
        <w:t>-5 bis 50°C</w:t>
      </w:r>
    </w:p>
    <w:p w:rsidR="00F66CE1" w:rsidRPr="00EA3C68" w:rsidRDefault="00F66CE1" w:rsidP="00F66CE1">
      <w:pPr>
        <w:tabs>
          <w:tab w:val="left" w:pos="2694"/>
        </w:tabs>
        <w:spacing w:after="0" w:line="240" w:lineRule="auto"/>
      </w:pPr>
      <w:r w:rsidRPr="00EA3C68">
        <w:t>Betriebstemperatur, ruhend:</w:t>
      </w:r>
      <w:r w:rsidRPr="00EA3C68">
        <w:tab/>
        <w:t>-40 bis 70°C</w:t>
      </w:r>
    </w:p>
    <w:p w:rsidR="00F66CE1" w:rsidRPr="00EA3C68" w:rsidRDefault="00F66CE1" w:rsidP="00F66CE1">
      <w:pPr>
        <w:tabs>
          <w:tab w:val="left" w:pos="2694"/>
        </w:tabs>
        <w:spacing w:after="0" w:line="240" w:lineRule="auto"/>
      </w:pPr>
      <w:r w:rsidRPr="00EA3C68">
        <w:t>Typische Dämpfung:</w:t>
      </w:r>
      <w:r w:rsidRPr="00EA3C68">
        <w:tab/>
        <w:t>≤0,4db/km</w:t>
      </w:r>
    </w:p>
    <w:bookmarkEnd w:id="1"/>
    <w:p w:rsidR="00F66CE1" w:rsidRPr="009E456D" w:rsidRDefault="00F66CE1" w:rsidP="00F66CE1">
      <w:pPr>
        <w:tabs>
          <w:tab w:val="left" w:pos="2694"/>
        </w:tabs>
        <w:spacing w:after="0" w:line="240" w:lineRule="auto"/>
      </w:pPr>
      <w:r w:rsidRPr="009E456D">
        <w:t>Aufbau:</w:t>
      </w:r>
      <w:r w:rsidRPr="009E456D">
        <w:tab/>
        <w:t>0</w:t>
      </w:r>
      <w:r>
        <w:t>8</w:t>
      </w:r>
      <w:r w:rsidRPr="009E456D">
        <w:t>E (1x</w:t>
      </w:r>
      <w:r>
        <w:t>8</w:t>
      </w:r>
      <w:r w:rsidRPr="009E456D">
        <w:t>) Singlemode G.657.A1</w:t>
      </w:r>
    </w:p>
    <w:p w:rsidR="00F66CE1" w:rsidRPr="009E456D" w:rsidRDefault="00F66CE1" w:rsidP="00F66CE1">
      <w:pPr>
        <w:tabs>
          <w:tab w:val="left" w:pos="2694"/>
        </w:tabs>
        <w:spacing w:after="0" w:line="240" w:lineRule="auto"/>
      </w:pPr>
      <w:r w:rsidRPr="009E456D">
        <w:t>VDE-Bezeichnung:</w:t>
      </w:r>
      <w:r w:rsidRPr="009E456D">
        <w:tab/>
        <w:t>A-DQ(ZN)B2Y</w:t>
      </w:r>
      <w:r>
        <w:t xml:space="preserve"> 8</w:t>
      </w:r>
      <w:r w:rsidRPr="009E456D">
        <w:t>E9/125</w:t>
      </w:r>
    </w:p>
    <w:p w:rsidR="00F66CE1" w:rsidRPr="009E456D" w:rsidRDefault="00F66CE1" w:rsidP="00F66CE1">
      <w:pPr>
        <w:tabs>
          <w:tab w:val="left" w:pos="2694"/>
        </w:tabs>
        <w:spacing w:after="0" w:line="240" w:lineRule="auto"/>
      </w:pPr>
    </w:p>
    <w:p w:rsidR="00F66CE1" w:rsidRPr="009E456D" w:rsidRDefault="00F66CE1" w:rsidP="00F66CE1">
      <w:pPr>
        <w:tabs>
          <w:tab w:val="left" w:pos="2694"/>
        </w:tabs>
        <w:spacing w:after="0" w:line="240" w:lineRule="auto"/>
      </w:pPr>
      <w:r w:rsidRPr="009E456D">
        <w:t>Fabrikat:</w:t>
      </w:r>
      <w:r w:rsidRPr="009E456D">
        <w:tab/>
        <w:t>EFB-Elektronik GmbH</w:t>
      </w:r>
    </w:p>
    <w:p w:rsidR="00F66CE1" w:rsidRDefault="00F66CE1" w:rsidP="00F66CE1">
      <w:pPr>
        <w:tabs>
          <w:tab w:val="left" w:pos="2694"/>
        </w:tabs>
        <w:spacing w:after="0" w:line="240" w:lineRule="auto"/>
      </w:pPr>
      <w:r w:rsidRPr="009E456D">
        <w:t>Art.-Nr.:</w:t>
      </w:r>
      <w:r w:rsidRPr="009E456D">
        <w:tab/>
        <w:t>5540</w:t>
      </w:r>
      <w:r>
        <w:t>8</w:t>
      </w:r>
      <w:r w:rsidRPr="009E456D">
        <w:t>.1</w:t>
      </w:r>
    </w:p>
    <w:p w:rsidR="005E356E" w:rsidRPr="00F66CE1" w:rsidRDefault="005E356E" w:rsidP="00F66CE1">
      <w:bookmarkStart w:id="2" w:name="_GoBack"/>
      <w:bookmarkEnd w:id="2"/>
    </w:p>
    <w:sectPr w:rsidR="005E356E" w:rsidRPr="00F66CE1" w:rsidSect="00624905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2F33C1"/>
    <w:rsid w:val="004259CE"/>
    <w:rsid w:val="00532498"/>
    <w:rsid w:val="00536482"/>
    <w:rsid w:val="005B0F83"/>
    <w:rsid w:val="005E356E"/>
    <w:rsid w:val="00624905"/>
    <w:rsid w:val="00645996"/>
    <w:rsid w:val="006B0514"/>
    <w:rsid w:val="006F60CC"/>
    <w:rsid w:val="00712573"/>
    <w:rsid w:val="00725E82"/>
    <w:rsid w:val="00763DBC"/>
    <w:rsid w:val="0080646E"/>
    <w:rsid w:val="00834020"/>
    <w:rsid w:val="008524BC"/>
    <w:rsid w:val="008666BE"/>
    <w:rsid w:val="00894682"/>
    <w:rsid w:val="008B1A60"/>
    <w:rsid w:val="008C7280"/>
    <w:rsid w:val="0090109B"/>
    <w:rsid w:val="00935501"/>
    <w:rsid w:val="009456B2"/>
    <w:rsid w:val="009605B8"/>
    <w:rsid w:val="00A063E9"/>
    <w:rsid w:val="00B10750"/>
    <w:rsid w:val="00B268B9"/>
    <w:rsid w:val="00BC779E"/>
    <w:rsid w:val="00BE4747"/>
    <w:rsid w:val="00CD10CC"/>
    <w:rsid w:val="00CE38AA"/>
    <w:rsid w:val="00CF4A91"/>
    <w:rsid w:val="00D33FDF"/>
    <w:rsid w:val="00D62194"/>
    <w:rsid w:val="00DA5DE8"/>
    <w:rsid w:val="00DC18AB"/>
    <w:rsid w:val="00DF406F"/>
    <w:rsid w:val="00DF63BC"/>
    <w:rsid w:val="00E026BF"/>
    <w:rsid w:val="00E30F82"/>
    <w:rsid w:val="00E4063A"/>
    <w:rsid w:val="00EC58A4"/>
    <w:rsid w:val="00EC7B16"/>
    <w:rsid w:val="00ED2433"/>
    <w:rsid w:val="00F142DC"/>
    <w:rsid w:val="00F651CA"/>
    <w:rsid w:val="00F66CE1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9A57DE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F66CE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727744EA</Template>
  <TotalTime>0</TotalTime>
  <Pages>1</Pages>
  <Words>109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2018-07-30T12:20:00Z</dcterms:created>
  <dcterms:modified xsi:type="dcterms:W3CDTF">2018-10-18T12:17:00Z</dcterms:modified>
</cp:coreProperties>
</file>