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4FB4" w:rsidRPr="003825B4" w:rsidRDefault="005E1D28" w:rsidP="00D14FB4">
      <w:pPr>
        <w:tabs>
          <w:tab w:val="left" w:pos="1985"/>
        </w:tabs>
        <w:spacing w:after="0" w:line="240" w:lineRule="auto"/>
      </w:pPr>
      <w:r>
        <w:t>Spleißverteiler Gehäuse IP54 für Wandmontage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</w:p>
    <w:p w:rsidR="005E1D28" w:rsidRDefault="005E1D28" w:rsidP="005E1D28">
      <w:pPr>
        <w:tabs>
          <w:tab w:val="left" w:pos="1985"/>
        </w:tabs>
        <w:spacing w:after="0" w:line="240" w:lineRule="auto"/>
      </w:pPr>
      <w:r>
        <w:t xml:space="preserve">Spleißverteiler Gehäuse IP54 für Wandmontage </w:t>
      </w:r>
      <w:r w:rsidRPr="005E1D28">
        <w:t>geeignet, Deckel verschraub</w:t>
      </w:r>
      <w:r>
        <w:t>b</w:t>
      </w:r>
      <w:r w:rsidRPr="005E1D28">
        <w:t>ar,</w:t>
      </w:r>
      <w:r>
        <w:t xml:space="preserve"> </w:t>
      </w:r>
      <w:r w:rsidRPr="005E1D28">
        <w:t xml:space="preserve">mit 3,5mm </w:t>
      </w:r>
    </w:p>
    <w:p w:rsidR="005E1D28" w:rsidRDefault="005E1D28" w:rsidP="005E1D28">
      <w:pPr>
        <w:tabs>
          <w:tab w:val="left" w:pos="1985"/>
        </w:tabs>
        <w:spacing w:after="0" w:line="240" w:lineRule="auto"/>
      </w:pPr>
      <w:proofErr w:type="spellStart"/>
      <w:r w:rsidRPr="005E1D28">
        <w:t>Plombenbohrung</w:t>
      </w:r>
      <w:proofErr w:type="spellEnd"/>
      <w:r w:rsidRPr="005E1D28">
        <w:t xml:space="preserve"> zur Versiegelung</w:t>
      </w:r>
      <w:r w:rsidR="00D14FB4" w:rsidRPr="003825B4">
        <w:t>.</w:t>
      </w:r>
      <w:r>
        <w:t xml:space="preserve"> </w:t>
      </w:r>
      <w:r w:rsidRPr="005E1D28">
        <w:t xml:space="preserve">Basismodul zur Befestigung einer Spleißkassette und einem </w:t>
      </w:r>
    </w:p>
    <w:p w:rsidR="00D14FB4" w:rsidRPr="003825B4" w:rsidRDefault="005E1D28" w:rsidP="005E1D28">
      <w:pPr>
        <w:tabs>
          <w:tab w:val="left" w:pos="1985"/>
        </w:tabs>
        <w:spacing w:after="0" w:line="240" w:lineRule="auto"/>
      </w:pPr>
      <w:r w:rsidRPr="005E1D28">
        <w:t>Montagewinkel</w:t>
      </w:r>
      <w:bookmarkStart w:id="1" w:name="_GoBack"/>
      <w:bookmarkEnd w:id="1"/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</w:p>
    <w:p w:rsidR="005E1D28" w:rsidRPr="005E1D28" w:rsidRDefault="00D14FB4" w:rsidP="005E1D28">
      <w:pPr>
        <w:tabs>
          <w:tab w:val="left" w:pos="1985"/>
        </w:tabs>
        <w:spacing w:after="0" w:line="240" w:lineRule="auto"/>
      </w:pPr>
      <w:r w:rsidRPr="003825B4">
        <w:t xml:space="preserve">Inklusive Zubehör: </w:t>
      </w:r>
      <w:r w:rsidR="005E1D28" w:rsidRPr="005E1D28">
        <w:t>Montagewinkel für 24 x LC Duplex, E2000® Simplex, SC Simplex Kupplungen</w:t>
      </w:r>
    </w:p>
    <w:p w:rsidR="005E1D28" w:rsidRPr="005E1D28" w:rsidRDefault="005E1D28" w:rsidP="005E1D28">
      <w:pPr>
        <w:tabs>
          <w:tab w:val="left" w:pos="1985"/>
        </w:tabs>
        <w:spacing w:after="0" w:line="240" w:lineRule="auto"/>
      </w:pPr>
      <w:r w:rsidRPr="005E1D28">
        <w:t>Montagewinkel für 6 x SC Duplex, LC Quad Kupplungen</w:t>
      </w:r>
    </w:p>
    <w:p w:rsidR="005E1D28" w:rsidRPr="005E1D28" w:rsidRDefault="005E1D28" w:rsidP="005E1D28">
      <w:pPr>
        <w:tabs>
          <w:tab w:val="left" w:pos="1985"/>
        </w:tabs>
        <w:spacing w:after="0" w:line="240" w:lineRule="auto"/>
      </w:pPr>
      <w:r w:rsidRPr="005E1D28">
        <w:t>Montagewinkel für 12 x ST Simplex, FC Simplex Kupplungen (D-hole)</w:t>
      </w:r>
    </w:p>
    <w:p w:rsidR="005E1D28" w:rsidRPr="005E1D28" w:rsidRDefault="005E1D28" w:rsidP="005E1D28">
      <w:pPr>
        <w:tabs>
          <w:tab w:val="left" w:pos="1985"/>
        </w:tabs>
        <w:spacing w:after="0" w:line="240" w:lineRule="auto"/>
      </w:pPr>
      <w:r w:rsidRPr="005E1D28">
        <w:t>3 x PG Verschraubungen (2 x PG11, 1 x PG16)</w:t>
      </w:r>
    </w:p>
    <w:p w:rsidR="00D14FB4" w:rsidRDefault="005E1D28" w:rsidP="005E1D28">
      <w:pPr>
        <w:tabs>
          <w:tab w:val="left" w:pos="1985"/>
        </w:tabs>
        <w:spacing w:after="0" w:line="240" w:lineRule="auto"/>
      </w:pPr>
      <w:r w:rsidRPr="005E1D28">
        <w:t>4 x Befestigungsschrauben zur Wandmontage</w:t>
      </w:r>
    </w:p>
    <w:p w:rsidR="005E1D28" w:rsidRPr="003825B4" w:rsidRDefault="005E1D28" w:rsidP="005E1D28">
      <w:pPr>
        <w:tabs>
          <w:tab w:val="left" w:pos="1985"/>
        </w:tabs>
        <w:spacing w:after="0" w:line="240" w:lineRule="auto"/>
      </w:pPr>
      <w:r w:rsidRPr="005E1D28">
        <w:t>Spleißkassette mit Deckel</w:t>
      </w:r>
    </w:p>
    <w:p w:rsidR="005E1D28" w:rsidRDefault="005E1D28" w:rsidP="00D14FB4">
      <w:pPr>
        <w:tabs>
          <w:tab w:val="left" w:pos="1985"/>
        </w:tabs>
        <w:spacing w:after="0" w:line="240" w:lineRule="auto"/>
      </w:pP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 xml:space="preserve">Schutzart: </w:t>
      </w:r>
      <w:r w:rsidRPr="003825B4">
        <w:tab/>
        <w:t>IP</w:t>
      </w:r>
      <w:r w:rsidR="005E1D28">
        <w:t>54</w:t>
      </w:r>
    </w:p>
    <w:p w:rsidR="00D14FB4" w:rsidRDefault="00D14FB4" w:rsidP="00D14FB4">
      <w:pPr>
        <w:tabs>
          <w:tab w:val="left" w:pos="1985"/>
        </w:tabs>
        <w:spacing w:after="0" w:line="240" w:lineRule="auto"/>
      </w:pPr>
      <w:r w:rsidRPr="003825B4">
        <w:t>Farbe:</w:t>
      </w:r>
      <w:r w:rsidRPr="003825B4">
        <w:tab/>
        <w:t>RAL7035, lichtgrau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>
        <w:t>Abmessungen:</w:t>
      </w:r>
      <w:r>
        <w:tab/>
      </w:r>
      <w:proofErr w:type="spellStart"/>
      <w:r w:rsidR="005E1D28">
        <w:t>b</w:t>
      </w:r>
      <w:r>
        <w:t>x</w:t>
      </w:r>
      <w:r w:rsidR="005E1D28">
        <w:t>h</w:t>
      </w:r>
      <w:r>
        <w:t>xt</w:t>
      </w:r>
      <w:proofErr w:type="spellEnd"/>
      <w:r>
        <w:t xml:space="preserve"> 1</w:t>
      </w:r>
      <w:r w:rsidR="009A51CE">
        <w:t>90</w:t>
      </w:r>
      <w:r>
        <w:t>x</w:t>
      </w:r>
      <w:r w:rsidR="005E1D28">
        <w:t>375</w:t>
      </w:r>
      <w:r>
        <w:t>x</w:t>
      </w:r>
      <w:r w:rsidR="00950FD9">
        <w:t>1</w:t>
      </w:r>
      <w:r w:rsidR="005E1D28">
        <w:t>15</w:t>
      </w:r>
      <w:r w:rsidRPr="003825B4">
        <w:t>mm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>Fabrikat:</w:t>
      </w:r>
      <w:r w:rsidRPr="003825B4">
        <w:tab/>
        <w:t xml:space="preserve">EFB-Elektronik 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>
        <w:t>Art.-Nr.:</w:t>
      </w:r>
      <w:r>
        <w:tab/>
      </w:r>
      <w:r w:rsidR="005E1D28">
        <w:t>53720.1</w:t>
      </w:r>
    </w:p>
    <w:p w:rsidR="005E356E" w:rsidRPr="00D14FB4" w:rsidRDefault="005E356E" w:rsidP="005E1D28">
      <w:pPr>
        <w:tabs>
          <w:tab w:val="left" w:pos="1985"/>
        </w:tabs>
        <w:spacing w:after="0" w:line="240" w:lineRule="auto"/>
      </w:pPr>
    </w:p>
    <w:sectPr w:rsidR="005E356E" w:rsidRPr="00D14FB4" w:rsidSect="003D3B08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714B2"/>
    <w:rsid w:val="0008414F"/>
    <w:rsid w:val="00220001"/>
    <w:rsid w:val="002A74EF"/>
    <w:rsid w:val="002B475A"/>
    <w:rsid w:val="003D3B08"/>
    <w:rsid w:val="004658B4"/>
    <w:rsid w:val="00532498"/>
    <w:rsid w:val="00536482"/>
    <w:rsid w:val="005B0F83"/>
    <w:rsid w:val="005E1D28"/>
    <w:rsid w:val="005E356E"/>
    <w:rsid w:val="005F5E28"/>
    <w:rsid w:val="00645996"/>
    <w:rsid w:val="006F60CC"/>
    <w:rsid w:val="00763DBC"/>
    <w:rsid w:val="0080646E"/>
    <w:rsid w:val="008524BC"/>
    <w:rsid w:val="008666BE"/>
    <w:rsid w:val="00894682"/>
    <w:rsid w:val="008B23CC"/>
    <w:rsid w:val="008C7280"/>
    <w:rsid w:val="008F3590"/>
    <w:rsid w:val="00935501"/>
    <w:rsid w:val="00950FD9"/>
    <w:rsid w:val="009605B8"/>
    <w:rsid w:val="009A20DB"/>
    <w:rsid w:val="009A51CE"/>
    <w:rsid w:val="009B3FC0"/>
    <w:rsid w:val="00A063E9"/>
    <w:rsid w:val="00B0778D"/>
    <w:rsid w:val="00B268B9"/>
    <w:rsid w:val="00B32B75"/>
    <w:rsid w:val="00B83146"/>
    <w:rsid w:val="00BC779E"/>
    <w:rsid w:val="00BE4747"/>
    <w:rsid w:val="00CC5C1A"/>
    <w:rsid w:val="00CD10CC"/>
    <w:rsid w:val="00CF4A91"/>
    <w:rsid w:val="00D14FB4"/>
    <w:rsid w:val="00D325FB"/>
    <w:rsid w:val="00D33FDF"/>
    <w:rsid w:val="00DF63BC"/>
    <w:rsid w:val="00E30F82"/>
    <w:rsid w:val="00E4063A"/>
    <w:rsid w:val="00EC58A4"/>
    <w:rsid w:val="00EC7B16"/>
    <w:rsid w:val="00ED2433"/>
    <w:rsid w:val="00EE6561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D9BFC31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14F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A2">
    <w:name w:val="A2"/>
    <w:uiPriority w:val="99"/>
    <w:rsid w:val="008B23CC"/>
    <w:rPr>
      <w:rFonts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C665C176</Template>
  <TotalTime>0</TotalTime>
  <Pages>1</Pages>
  <Words>93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4</cp:revision>
  <cp:lastPrinted>2018-07-27T06:44:00Z</cp:lastPrinted>
  <dcterms:created xsi:type="dcterms:W3CDTF">2019-11-12T10:58:00Z</dcterms:created>
  <dcterms:modified xsi:type="dcterms:W3CDTF">2020-02-11T14:02:00Z</dcterms:modified>
</cp:coreProperties>
</file>