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25F" w:rsidRPr="00950ED9" w:rsidRDefault="0027725F" w:rsidP="0027725F">
      <w:pPr>
        <w:tabs>
          <w:tab w:val="left" w:pos="2127"/>
        </w:tabs>
        <w:spacing w:after="0" w:line="240" w:lineRule="auto"/>
      </w:pPr>
      <w:r w:rsidRPr="00950ED9">
        <w:t>TAE-Anschlussdose 3x6 NFN (Unterputz)</w:t>
      </w:r>
    </w:p>
    <w:p w:rsidR="0027725F" w:rsidRPr="00950ED9" w:rsidRDefault="0027725F" w:rsidP="0027725F">
      <w:pPr>
        <w:tabs>
          <w:tab w:val="left" w:pos="2127"/>
        </w:tabs>
        <w:spacing w:after="0" w:line="240" w:lineRule="auto"/>
      </w:pPr>
    </w:p>
    <w:p w:rsidR="0027725F" w:rsidRDefault="0027725F" w:rsidP="0027725F">
      <w:pPr>
        <w:tabs>
          <w:tab w:val="left" w:pos="2127"/>
        </w:tabs>
        <w:spacing w:after="0" w:line="240" w:lineRule="auto"/>
      </w:pPr>
      <w:r w:rsidRPr="00950ED9">
        <w:t>TAE-Anschlussdose 3x6 NFN (Unterputz)</w:t>
      </w:r>
    </w:p>
    <w:p w:rsidR="0027725F" w:rsidRDefault="0027725F" w:rsidP="0027725F">
      <w:pPr>
        <w:tabs>
          <w:tab w:val="left" w:pos="2127"/>
        </w:tabs>
        <w:spacing w:after="0" w:line="240" w:lineRule="auto"/>
      </w:pPr>
      <w:r w:rsidRPr="00950ED9">
        <w:t xml:space="preserve">3x6polig mit Schraubklemmen, max. 2 Leiter mit Durchmesser 0,4 - 0,8 mm, </w:t>
      </w:r>
      <w:r>
        <w:br/>
      </w:r>
      <w:r w:rsidRPr="00950ED9">
        <w:t xml:space="preserve">zwei Öffner-Kontakte je Buchse, für 1 Telefon und 2 Nebenstellengeräte, </w:t>
      </w:r>
      <w:r>
        <w:br/>
      </w:r>
      <w:r w:rsidRPr="00950ED9">
        <w:t>mit Metallring (Spreizkrallen) und Abdeckpla</w:t>
      </w:r>
      <w:r>
        <w:t>tte für Unterputz-Installation mit</w:t>
      </w:r>
    </w:p>
    <w:p w:rsidR="0027725F" w:rsidRPr="00CA1B00" w:rsidRDefault="0027725F" w:rsidP="0027725F">
      <w:pPr>
        <w:autoSpaceDE w:val="0"/>
        <w:autoSpaceDN w:val="0"/>
        <w:adjustRightInd w:val="0"/>
        <w:spacing w:after="0" w:line="240" w:lineRule="auto"/>
      </w:pPr>
      <w:r>
        <w:rPr>
          <w:rFonts w:cs="Arial"/>
        </w:rPr>
        <w:t>UP-</w:t>
      </w:r>
      <w:proofErr w:type="spellStart"/>
      <w:r>
        <w:rPr>
          <w:rFonts w:cs="Arial"/>
        </w:rPr>
        <w:t>Tragring</w:t>
      </w:r>
      <w:proofErr w:type="spellEnd"/>
      <w:r>
        <w:rPr>
          <w:rFonts w:cs="Arial"/>
        </w:rPr>
        <w:t xml:space="preserve"> oder</w:t>
      </w:r>
      <w:r w:rsidRPr="00CA1B00">
        <w:rPr>
          <w:rFonts w:cs="Arial"/>
        </w:rPr>
        <w:t xml:space="preserve"> Spreizkrallen. </w:t>
      </w:r>
      <w:r w:rsidRPr="00CA1B00">
        <w:t>Zentraleinsatz nach DIN 49075, mit Textfeld.</w:t>
      </w:r>
    </w:p>
    <w:p w:rsidR="0027725F" w:rsidRPr="00950ED9" w:rsidRDefault="0027725F" w:rsidP="0027725F">
      <w:pPr>
        <w:tabs>
          <w:tab w:val="left" w:pos="2127"/>
        </w:tabs>
        <w:spacing w:after="0" w:line="240" w:lineRule="auto"/>
      </w:pPr>
    </w:p>
    <w:p w:rsidR="0027725F" w:rsidRPr="00950ED9" w:rsidRDefault="0027725F" w:rsidP="0027725F">
      <w:pPr>
        <w:tabs>
          <w:tab w:val="left" w:pos="2127"/>
        </w:tabs>
        <w:spacing w:after="0" w:line="240" w:lineRule="auto"/>
      </w:pPr>
      <w:r w:rsidRPr="00950ED9">
        <w:t>Durchgangswiderstand:</w:t>
      </w:r>
      <w:r w:rsidRPr="00950ED9">
        <w:tab/>
        <w:t xml:space="preserve">&lt; 380 </w:t>
      </w:r>
      <w:proofErr w:type="spellStart"/>
      <w:r w:rsidRPr="00950ED9">
        <w:t>mΩ</w:t>
      </w:r>
      <w:proofErr w:type="spellEnd"/>
    </w:p>
    <w:p w:rsidR="0027725F" w:rsidRPr="00950ED9" w:rsidRDefault="0027725F" w:rsidP="0027725F">
      <w:pPr>
        <w:tabs>
          <w:tab w:val="left" w:pos="2127"/>
        </w:tabs>
        <w:spacing w:after="0" w:line="240" w:lineRule="auto"/>
      </w:pPr>
      <w:r w:rsidRPr="00950ED9">
        <w:t>Isolationswiderstand:</w:t>
      </w:r>
      <w:r w:rsidRPr="00950ED9">
        <w:tab/>
        <w:t>&gt; 200 MΩ</w:t>
      </w:r>
    </w:p>
    <w:p w:rsidR="0027725F" w:rsidRPr="00950ED9" w:rsidRDefault="0027725F" w:rsidP="0027725F">
      <w:pPr>
        <w:tabs>
          <w:tab w:val="left" w:pos="2127"/>
        </w:tabs>
        <w:spacing w:after="0" w:line="240" w:lineRule="auto"/>
      </w:pPr>
      <w:r w:rsidRPr="00950ED9">
        <w:t>Betriebsspannung:</w:t>
      </w:r>
      <w:r w:rsidRPr="00950ED9">
        <w:tab/>
        <w:t>&lt; 125 V</w:t>
      </w:r>
    </w:p>
    <w:p w:rsidR="0027725F" w:rsidRPr="00950ED9" w:rsidRDefault="0027725F" w:rsidP="0027725F">
      <w:pPr>
        <w:tabs>
          <w:tab w:val="left" w:pos="2127"/>
        </w:tabs>
        <w:spacing w:after="0" w:line="240" w:lineRule="auto"/>
      </w:pPr>
      <w:r w:rsidRPr="00950ED9">
        <w:t>Kontaktmaterial:</w:t>
      </w:r>
      <w:r w:rsidRPr="00950ED9">
        <w:tab/>
      </w:r>
      <w:proofErr w:type="spellStart"/>
      <w:r w:rsidRPr="00950ED9">
        <w:t>CuNi</w:t>
      </w:r>
      <w:proofErr w:type="spellEnd"/>
      <w:r w:rsidRPr="00950ED9">
        <w:t xml:space="preserve"> 18 </w:t>
      </w:r>
      <w:proofErr w:type="spellStart"/>
      <w:r w:rsidRPr="00950ED9">
        <w:t>Zn</w:t>
      </w:r>
      <w:proofErr w:type="spellEnd"/>
      <w:r w:rsidRPr="00950ED9">
        <w:t xml:space="preserve"> 20</w:t>
      </w:r>
    </w:p>
    <w:p w:rsidR="0027725F" w:rsidRPr="00950ED9" w:rsidRDefault="0027725F" w:rsidP="0027725F">
      <w:pPr>
        <w:tabs>
          <w:tab w:val="left" w:pos="2127"/>
        </w:tabs>
        <w:spacing w:after="0" w:line="240" w:lineRule="auto"/>
      </w:pPr>
      <w:r w:rsidRPr="00950ED9">
        <w:t xml:space="preserve">Isolationsmaterial </w:t>
      </w:r>
      <w:r w:rsidRPr="00950ED9">
        <w:tab/>
        <w:t xml:space="preserve">PE-HD </w:t>
      </w:r>
      <w:proofErr w:type="spellStart"/>
      <w:r w:rsidRPr="00950ED9">
        <w:t>Liten</w:t>
      </w:r>
      <w:proofErr w:type="spellEnd"/>
      <w:r w:rsidRPr="00950ED9">
        <w:t xml:space="preserve"> MB87 </w:t>
      </w:r>
      <w:proofErr w:type="spellStart"/>
      <w:r w:rsidRPr="00950ED9">
        <w:t>natur</w:t>
      </w:r>
      <w:proofErr w:type="spellEnd"/>
      <w:r w:rsidRPr="00950ED9">
        <w:t xml:space="preserve"> </w:t>
      </w:r>
    </w:p>
    <w:p w:rsidR="0027725F" w:rsidRPr="00950ED9" w:rsidRDefault="0027725F" w:rsidP="0027725F">
      <w:pPr>
        <w:tabs>
          <w:tab w:val="left" w:pos="2127"/>
        </w:tabs>
        <w:spacing w:after="0" w:line="240" w:lineRule="auto"/>
      </w:pPr>
      <w:r w:rsidRPr="00950ED9">
        <w:tab/>
        <w:t>(Kontaktträger)</w:t>
      </w:r>
    </w:p>
    <w:p w:rsidR="0027725F" w:rsidRPr="00950ED9" w:rsidRDefault="0027725F" w:rsidP="0027725F">
      <w:pPr>
        <w:tabs>
          <w:tab w:val="left" w:pos="2127"/>
        </w:tabs>
        <w:spacing w:after="0" w:line="240" w:lineRule="auto"/>
      </w:pPr>
      <w:r w:rsidRPr="00950ED9">
        <w:t>Spannungsfestigkeit:</w:t>
      </w:r>
    </w:p>
    <w:p w:rsidR="0027725F" w:rsidRPr="00950ED9" w:rsidRDefault="0027725F" w:rsidP="0027725F">
      <w:pPr>
        <w:tabs>
          <w:tab w:val="left" w:pos="2127"/>
        </w:tabs>
        <w:spacing w:after="0" w:line="240" w:lineRule="auto"/>
      </w:pPr>
      <w:r w:rsidRPr="00950ED9">
        <w:t>- Kontakt/Kontakt:</w:t>
      </w:r>
      <w:r w:rsidRPr="00950ED9">
        <w:tab/>
        <w:t>1000 VDC (710 VAC)</w:t>
      </w:r>
    </w:p>
    <w:p w:rsidR="0027725F" w:rsidRPr="00950ED9" w:rsidRDefault="0027725F" w:rsidP="0027725F">
      <w:pPr>
        <w:tabs>
          <w:tab w:val="left" w:pos="2127"/>
        </w:tabs>
        <w:spacing w:after="0" w:line="240" w:lineRule="auto"/>
      </w:pPr>
      <w:r w:rsidRPr="00950ED9">
        <w:t>- Kontakt/Masse:</w:t>
      </w:r>
      <w:r w:rsidRPr="00950ED9">
        <w:tab/>
        <w:t>1500 VDC (1060 VAC)</w:t>
      </w:r>
    </w:p>
    <w:p w:rsidR="0027725F" w:rsidRPr="00950ED9" w:rsidRDefault="0027725F" w:rsidP="0027725F">
      <w:pPr>
        <w:tabs>
          <w:tab w:val="left" w:pos="2127"/>
        </w:tabs>
        <w:spacing w:after="0" w:line="240" w:lineRule="auto"/>
      </w:pPr>
      <w:r w:rsidRPr="00950ED9">
        <w:t>Prüfklasse:</w:t>
      </w:r>
      <w:r w:rsidRPr="00950ED9">
        <w:tab/>
        <w:t xml:space="preserve">-25°C/70°C </w:t>
      </w:r>
    </w:p>
    <w:p w:rsidR="0027725F" w:rsidRPr="00950ED9" w:rsidRDefault="0027725F" w:rsidP="0027725F">
      <w:pPr>
        <w:tabs>
          <w:tab w:val="left" w:pos="2127"/>
        </w:tabs>
        <w:spacing w:after="0" w:line="240" w:lineRule="auto"/>
      </w:pPr>
      <w:r w:rsidRPr="00950ED9">
        <w:t>ROHS-Konform:</w:t>
      </w:r>
      <w:r w:rsidRPr="00950ED9">
        <w:tab/>
        <w:t>Ja</w:t>
      </w:r>
    </w:p>
    <w:p w:rsidR="0027725F" w:rsidRPr="00950ED9" w:rsidRDefault="0027725F" w:rsidP="0027725F">
      <w:pPr>
        <w:tabs>
          <w:tab w:val="left" w:pos="2127"/>
        </w:tabs>
        <w:spacing w:after="0" w:line="240" w:lineRule="auto"/>
      </w:pPr>
      <w:r w:rsidRPr="00950ED9">
        <w:t>Lebensdauer:</w:t>
      </w:r>
      <w:r w:rsidRPr="00950ED9">
        <w:tab/>
        <w:t>750 Steck</w:t>
      </w:r>
      <w:r>
        <w:t>zyklen</w:t>
      </w:r>
      <w:r w:rsidRPr="00950ED9">
        <w:t xml:space="preserve"> (EN 60603-7)</w:t>
      </w:r>
    </w:p>
    <w:p w:rsidR="0027725F" w:rsidRPr="00950ED9" w:rsidRDefault="0027725F" w:rsidP="0027725F">
      <w:pPr>
        <w:tabs>
          <w:tab w:val="left" w:pos="2127"/>
        </w:tabs>
        <w:spacing w:after="0" w:line="240" w:lineRule="auto"/>
      </w:pPr>
      <w:r w:rsidRPr="00950ED9">
        <w:t>Anschlusshäufigkeit:</w:t>
      </w:r>
      <w:r w:rsidRPr="00950ED9">
        <w:tab/>
        <w:t>&gt; 50</w:t>
      </w:r>
    </w:p>
    <w:p w:rsidR="0027725F" w:rsidRDefault="0027725F" w:rsidP="0027725F">
      <w:pPr>
        <w:tabs>
          <w:tab w:val="left" w:pos="2127"/>
        </w:tabs>
        <w:spacing w:after="0" w:line="240" w:lineRule="auto"/>
      </w:pPr>
    </w:p>
    <w:p w:rsidR="0027725F" w:rsidRPr="00950ED9" w:rsidRDefault="0027725F" w:rsidP="0027725F">
      <w:pPr>
        <w:tabs>
          <w:tab w:val="left" w:pos="2127"/>
        </w:tabs>
        <w:spacing w:after="0" w:line="240" w:lineRule="auto"/>
      </w:pPr>
      <w:r w:rsidRPr="00950ED9">
        <w:t>Farbe</w:t>
      </w:r>
      <w:r w:rsidRPr="00950ED9">
        <w:tab/>
      </w:r>
      <w:proofErr w:type="spellStart"/>
      <w:r w:rsidRPr="00950ED9">
        <w:t>weiß</w:t>
      </w:r>
      <w:proofErr w:type="spellEnd"/>
      <w:r w:rsidRPr="00950ED9">
        <w:t>, RAL9010</w:t>
      </w:r>
    </w:p>
    <w:p w:rsidR="0027725F" w:rsidRPr="00950ED9" w:rsidRDefault="0027725F" w:rsidP="0027725F">
      <w:pPr>
        <w:tabs>
          <w:tab w:val="left" w:pos="2127"/>
        </w:tabs>
        <w:spacing w:after="0" w:line="240" w:lineRule="auto"/>
      </w:pPr>
    </w:p>
    <w:p w:rsidR="0027725F" w:rsidRPr="00950ED9" w:rsidRDefault="0027725F" w:rsidP="0027725F">
      <w:pPr>
        <w:tabs>
          <w:tab w:val="left" w:pos="2127"/>
        </w:tabs>
        <w:spacing w:after="0" w:line="240" w:lineRule="auto"/>
      </w:pPr>
      <w:r w:rsidRPr="00950ED9">
        <w:t>Fabrikat:</w:t>
      </w:r>
      <w:r w:rsidRPr="00950ED9">
        <w:tab/>
        <w:t>EFB-Elektronik GmbH</w:t>
      </w:r>
    </w:p>
    <w:p w:rsidR="0027725F" w:rsidRPr="00950ED9" w:rsidRDefault="0027725F" w:rsidP="0027725F">
      <w:pPr>
        <w:tabs>
          <w:tab w:val="left" w:pos="2127"/>
        </w:tabs>
        <w:spacing w:after="0" w:line="240" w:lineRule="auto"/>
      </w:pPr>
      <w:r w:rsidRPr="00950ED9">
        <w:t>Art.-Nr.:</w:t>
      </w:r>
      <w:r w:rsidRPr="00950ED9">
        <w:tab/>
        <w:t>ET-25307.2</w:t>
      </w:r>
    </w:p>
    <w:p w:rsidR="005E356E" w:rsidRPr="0027725F" w:rsidRDefault="005E356E" w:rsidP="0027725F">
      <w:bookmarkStart w:id="1" w:name="_GoBack"/>
      <w:bookmarkEnd w:id="1"/>
    </w:p>
    <w:sectPr w:rsidR="005E356E" w:rsidRPr="0027725F" w:rsidSect="00A04650"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F83"/>
    <w:rsid w:val="00042487"/>
    <w:rsid w:val="0008414F"/>
    <w:rsid w:val="00220001"/>
    <w:rsid w:val="0027725F"/>
    <w:rsid w:val="003F7CC0"/>
    <w:rsid w:val="00482450"/>
    <w:rsid w:val="00532498"/>
    <w:rsid w:val="00536482"/>
    <w:rsid w:val="005B0F83"/>
    <w:rsid w:val="005E356E"/>
    <w:rsid w:val="005E46EA"/>
    <w:rsid w:val="00645996"/>
    <w:rsid w:val="006E414A"/>
    <w:rsid w:val="006F60CC"/>
    <w:rsid w:val="00763DBC"/>
    <w:rsid w:val="007A47A3"/>
    <w:rsid w:val="0080646E"/>
    <w:rsid w:val="008524BC"/>
    <w:rsid w:val="008C7280"/>
    <w:rsid w:val="009331B6"/>
    <w:rsid w:val="00935501"/>
    <w:rsid w:val="009605B8"/>
    <w:rsid w:val="00993B35"/>
    <w:rsid w:val="00A04650"/>
    <w:rsid w:val="00A063E9"/>
    <w:rsid w:val="00AA3E9A"/>
    <w:rsid w:val="00B268B9"/>
    <w:rsid w:val="00B743D0"/>
    <w:rsid w:val="00BC779E"/>
    <w:rsid w:val="00BD16AF"/>
    <w:rsid w:val="00BD7386"/>
    <w:rsid w:val="00BE4747"/>
    <w:rsid w:val="00C028F8"/>
    <w:rsid w:val="00CD10CC"/>
    <w:rsid w:val="00CF4A91"/>
    <w:rsid w:val="00D33FDF"/>
    <w:rsid w:val="00DF63BC"/>
    <w:rsid w:val="00E30F82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E4D3BB2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27725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57EC98E2</Template>
  <TotalTime>0</TotalTime>
  <Pages>1</Pages>
  <Words>115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Keller Larissa</cp:lastModifiedBy>
  <cp:revision>3</cp:revision>
  <cp:lastPrinted>2018-07-27T06:44:00Z</cp:lastPrinted>
  <dcterms:created xsi:type="dcterms:W3CDTF">2018-07-27T08:27:00Z</dcterms:created>
  <dcterms:modified xsi:type="dcterms:W3CDTF">2018-10-18T11:23:00Z</dcterms:modified>
</cp:coreProperties>
</file>