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52CE3B" w14:textId="662121B1" w:rsidR="00E913A2" w:rsidRPr="00440ABB" w:rsidRDefault="00E913A2" w:rsidP="00E913A2">
      <w:pPr>
        <w:tabs>
          <w:tab w:val="left" w:pos="1985"/>
        </w:tabs>
        <w:spacing w:after="0" w:line="240" w:lineRule="auto"/>
      </w:pPr>
      <w:r>
        <w:t>LWL Spleißbox LC 50/125µ</w:t>
      </w:r>
      <w:r w:rsidR="008A086D">
        <w:t xml:space="preserve"> OM3</w:t>
      </w:r>
    </w:p>
    <w:p w14:paraId="16BE7152" w14:textId="77777777" w:rsidR="00E913A2" w:rsidRPr="00440ABB" w:rsidRDefault="00E913A2" w:rsidP="00E913A2">
      <w:pPr>
        <w:tabs>
          <w:tab w:val="left" w:pos="1985"/>
        </w:tabs>
        <w:spacing w:after="0" w:line="240" w:lineRule="auto"/>
      </w:pPr>
    </w:p>
    <w:p w14:paraId="230E1FFF" w14:textId="250CC820" w:rsidR="00E913A2" w:rsidRPr="00440ABB" w:rsidRDefault="00E913A2" w:rsidP="00E913A2">
      <w:pPr>
        <w:tabs>
          <w:tab w:val="left" w:pos="1985"/>
        </w:tabs>
        <w:spacing w:after="0" w:line="240" w:lineRule="auto"/>
      </w:pPr>
      <w:r>
        <w:t>LWL Spleißbox LC 50/125µ</w:t>
      </w:r>
      <w:r w:rsidR="008A086D">
        <w:t xml:space="preserve"> OM3</w:t>
      </w:r>
      <w:bookmarkStart w:id="1" w:name="_GoBack"/>
      <w:bookmarkEnd w:id="1"/>
    </w:p>
    <w:p w14:paraId="6FEE3EDE" w14:textId="77777777" w:rsidR="00E913A2" w:rsidRPr="00440ABB" w:rsidRDefault="00E913A2" w:rsidP="00E913A2">
      <w:pPr>
        <w:tabs>
          <w:tab w:val="left" w:pos="1985"/>
        </w:tabs>
        <w:spacing w:after="0" w:line="240" w:lineRule="auto"/>
      </w:pPr>
      <w:r w:rsidRPr="00440ABB">
        <w:t>komplett bestückte, ausziehbare 1HE 19“ Spleißbox</w:t>
      </w:r>
      <w:r>
        <w:t>,</w:t>
      </w:r>
      <w:r w:rsidRPr="00440ABB">
        <w:t xml:space="preserve"> mit LC-Duplex-Kupplungen aus Kunststoff in der Farbe </w:t>
      </w:r>
      <w:r>
        <w:t xml:space="preserve">Aqua, </w:t>
      </w:r>
      <w:r w:rsidRPr="00440ABB">
        <w:t>durchgefärbte</w:t>
      </w:r>
      <w:r w:rsidR="00D249CA">
        <w:t>n</w:t>
      </w:r>
      <w:r w:rsidRPr="00440ABB">
        <w:t xml:space="preserve"> </w:t>
      </w:r>
      <w:proofErr w:type="spellStart"/>
      <w:r>
        <w:t>multimode</w:t>
      </w:r>
      <w:proofErr w:type="spellEnd"/>
      <w:r>
        <w:t xml:space="preserve"> </w:t>
      </w:r>
      <w:r w:rsidRPr="00440ABB">
        <w:t xml:space="preserve">UPC-Pigtails </w:t>
      </w:r>
      <w:r>
        <w:t>gemäß DIN VDE 0888</w:t>
      </w:r>
      <w:r w:rsidRPr="00440ABB">
        <w:t xml:space="preserve"> der Fasergüte </w:t>
      </w:r>
      <w:r>
        <w:t>OM3</w:t>
      </w:r>
      <w:r w:rsidRPr="00440ABB">
        <w:t xml:space="preserve">, </w:t>
      </w:r>
      <w:r>
        <w:br/>
        <w:t xml:space="preserve">mit beiliegendem Messprotokoll, </w:t>
      </w:r>
      <w:r w:rsidRPr="00440ABB">
        <w:t>Metallgehäuse tiefenverstellbar, rückseitige Kabeleinführung, Frontblende verschraubt.</w:t>
      </w:r>
    </w:p>
    <w:p w14:paraId="21EEC48F" w14:textId="77777777" w:rsidR="00E913A2" w:rsidRPr="00440ABB" w:rsidRDefault="00E913A2" w:rsidP="00E913A2">
      <w:pPr>
        <w:tabs>
          <w:tab w:val="left" w:pos="1985"/>
        </w:tabs>
        <w:spacing w:after="0" w:line="240" w:lineRule="auto"/>
      </w:pPr>
      <w:r>
        <w:t xml:space="preserve">Inkl. entsprechender Anzahl: Spleißkassetten, </w:t>
      </w:r>
      <w:r w:rsidRPr="00440ABB">
        <w:t>Spleißhalter,</w:t>
      </w:r>
      <w:r>
        <w:t xml:space="preserve"> Deckel f. Spleißkassette,</w:t>
      </w:r>
      <w:r w:rsidRPr="00440ABB">
        <w:t xml:space="preserve"> </w:t>
      </w:r>
      <w:r>
        <w:br/>
      </w:r>
      <w:r w:rsidRPr="00440ABB">
        <w:t>PG16</w:t>
      </w:r>
      <w:r>
        <w:t xml:space="preserve"> Verschraubung</w:t>
      </w:r>
      <w:r w:rsidRPr="00440ABB">
        <w:t xml:space="preserve">, </w:t>
      </w:r>
      <w:r>
        <w:t xml:space="preserve">Linsenkopf-Hülsenmutter und </w:t>
      </w:r>
      <w:r w:rsidRPr="00440ABB">
        <w:t>Blindstopfen f</w:t>
      </w:r>
      <w:r>
        <w:t>ür nicht benötigte Ausbrüche.</w:t>
      </w:r>
    </w:p>
    <w:p w14:paraId="5FF769CE" w14:textId="77777777" w:rsidR="00E913A2" w:rsidRDefault="00E913A2" w:rsidP="00E913A2">
      <w:pPr>
        <w:tabs>
          <w:tab w:val="left" w:pos="1985"/>
        </w:tabs>
        <w:spacing w:after="0" w:line="240" w:lineRule="auto"/>
      </w:pPr>
    </w:p>
    <w:p w14:paraId="31A2E518" w14:textId="77777777" w:rsidR="00E913A2" w:rsidRPr="00440ABB" w:rsidRDefault="00E913A2" w:rsidP="00E913A2">
      <w:pPr>
        <w:tabs>
          <w:tab w:val="left" w:pos="1985"/>
        </w:tabs>
        <w:spacing w:after="0" w:line="240" w:lineRule="auto"/>
      </w:pPr>
      <w:r>
        <w:t>Anzahl Kupplungen</w:t>
      </w:r>
      <w:r>
        <w:tab/>
        <w:t>6</w:t>
      </w:r>
    </w:p>
    <w:p w14:paraId="513B9AB7" w14:textId="77777777" w:rsidR="00E913A2" w:rsidRPr="00440ABB" w:rsidRDefault="00E913A2" w:rsidP="00E913A2">
      <w:pPr>
        <w:tabs>
          <w:tab w:val="left" w:pos="1985"/>
        </w:tabs>
        <w:spacing w:after="0" w:line="240" w:lineRule="auto"/>
      </w:pPr>
      <w:r>
        <w:t>Anzahl Pigtails:</w:t>
      </w:r>
      <w:r>
        <w:tab/>
        <w:t>12</w:t>
      </w:r>
    </w:p>
    <w:p w14:paraId="76AB45E1" w14:textId="77777777" w:rsidR="00E913A2" w:rsidRPr="00440ABB" w:rsidRDefault="00E913A2" w:rsidP="00E913A2">
      <w:pPr>
        <w:tabs>
          <w:tab w:val="left" w:pos="1985"/>
        </w:tabs>
        <w:spacing w:after="0" w:line="240" w:lineRule="auto"/>
      </w:pPr>
      <w:r>
        <w:t>Kupplungstyp</w:t>
      </w:r>
      <w:r w:rsidRPr="00440ABB">
        <w:t xml:space="preserve"> innen.:</w:t>
      </w:r>
      <w:r w:rsidRPr="00440ABB">
        <w:tab/>
        <w:t>LC-Duplex</w:t>
      </w:r>
    </w:p>
    <w:p w14:paraId="23A4BC0E" w14:textId="77777777" w:rsidR="00E913A2" w:rsidRPr="00440ABB" w:rsidRDefault="00E913A2" w:rsidP="00E913A2">
      <w:pPr>
        <w:tabs>
          <w:tab w:val="left" w:pos="1985"/>
        </w:tabs>
        <w:spacing w:after="0" w:line="240" w:lineRule="auto"/>
      </w:pPr>
      <w:r>
        <w:t xml:space="preserve">Kupplungstyp </w:t>
      </w:r>
      <w:r w:rsidRPr="00440ABB">
        <w:t>außen:</w:t>
      </w:r>
      <w:r w:rsidRPr="00440ABB">
        <w:tab/>
        <w:t>LC-Duplex</w:t>
      </w:r>
    </w:p>
    <w:p w14:paraId="01CF2D8C" w14:textId="77777777" w:rsidR="00E913A2" w:rsidRPr="00440ABB" w:rsidRDefault="00E913A2" w:rsidP="00E913A2">
      <w:pPr>
        <w:tabs>
          <w:tab w:val="left" w:pos="1985"/>
        </w:tabs>
        <w:spacing w:after="0" w:line="240" w:lineRule="auto"/>
      </w:pPr>
      <w:r w:rsidRPr="00440ABB">
        <w:t>Abmessungen:</w:t>
      </w:r>
      <w:r w:rsidRPr="00440ABB">
        <w:tab/>
      </w:r>
      <w:proofErr w:type="spellStart"/>
      <w:r w:rsidRPr="00440ABB">
        <w:t>hxbxt</w:t>
      </w:r>
      <w:proofErr w:type="spellEnd"/>
      <w:r w:rsidRPr="00440ABB">
        <w:t xml:space="preserve"> 445x483x244mm</w:t>
      </w:r>
    </w:p>
    <w:p w14:paraId="0412F9C7" w14:textId="77777777" w:rsidR="00E913A2" w:rsidRPr="00440ABB" w:rsidRDefault="00E913A2" w:rsidP="00E913A2">
      <w:pPr>
        <w:tabs>
          <w:tab w:val="left" w:pos="1985"/>
        </w:tabs>
        <w:spacing w:after="0" w:line="240" w:lineRule="auto"/>
      </w:pPr>
      <w:r w:rsidRPr="00440ABB">
        <w:t>Farbe:</w:t>
      </w:r>
      <w:r w:rsidRPr="00440ABB">
        <w:tab/>
        <w:t>RAL7035</w:t>
      </w:r>
    </w:p>
    <w:p w14:paraId="6704F753" w14:textId="77777777" w:rsidR="00E913A2" w:rsidRPr="00440ABB" w:rsidRDefault="00E913A2" w:rsidP="00E913A2">
      <w:pPr>
        <w:tabs>
          <w:tab w:val="left" w:pos="1985"/>
        </w:tabs>
        <w:spacing w:after="0" w:line="240" w:lineRule="auto"/>
      </w:pPr>
    </w:p>
    <w:p w14:paraId="4491062E" w14:textId="7488288D" w:rsidR="00E913A2" w:rsidRPr="00440ABB" w:rsidRDefault="00E913A2" w:rsidP="00E913A2">
      <w:pPr>
        <w:tabs>
          <w:tab w:val="left" w:pos="1985"/>
        </w:tabs>
        <w:spacing w:after="0" w:line="240" w:lineRule="auto"/>
      </w:pPr>
      <w:r w:rsidRPr="00440ABB">
        <w:t>Fabrikat:</w:t>
      </w:r>
      <w:r w:rsidRPr="00440ABB">
        <w:tab/>
        <w:t xml:space="preserve">EFB-Elektronik </w:t>
      </w:r>
    </w:p>
    <w:p w14:paraId="0AA6F7DE" w14:textId="77777777" w:rsidR="00E913A2" w:rsidRPr="00440ABB" w:rsidRDefault="00E913A2" w:rsidP="00E913A2">
      <w:pPr>
        <w:tabs>
          <w:tab w:val="left" w:pos="1985"/>
        </w:tabs>
        <w:spacing w:after="0" w:line="240" w:lineRule="auto"/>
      </w:pPr>
      <w:r w:rsidRPr="00440ABB">
        <w:t>Art.-Nr.:</w:t>
      </w:r>
      <w:r w:rsidRPr="00440ABB">
        <w:tab/>
        <w:t>B719</w:t>
      </w:r>
      <w:r>
        <w:t>0</w:t>
      </w:r>
      <w:r w:rsidRPr="00440ABB">
        <w:t>1.12</w:t>
      </w:r>
      <w:r>
        <w:t>OM3</w:t>
      </w:r>
    </w:p>
    <w:p w14:paraId="427FBB5E" w14:textId="77777777" w:rsidR="00E913A2" w:rsidRPr="00440ABB" w:rsidRDefault="00E913A2" w:rsidP="00E913A2">
      <w:pPr>
        <w:tabs>
          <w:tab w:val="left" w:pos="1985"/>
        </w:tabs>
        <w:spacing w:after="0" w:line="240" w:lineRule="auto"/>
      </w:pPr>
    </w:p>
    <w:p w14:paraId="3943D612" w14:textId="77777777" w:rsidR="00E913A2" w:rsidRPr="00440ABB" w:rsidRDefault="008A086D" w:rsidP="00E913A2">
      <w:pPr>
        <w:tabs>
          <w:tab w:val="left" w:pos="1985"/>
        </w:tabs>
        <w:spacing w:after="0" w:line="240" w:lineRule="auto"/>
      </w:pPr>
      <w:r>
        <w:pict w14:anchorId="10753713">
          <v:rect id="_x0000_i1025" style="width:0;height:1.5pt" o:hralign="center" o:hrstd="t" o:hr="t" fillcolor="#a0a0a0" stroked="f"/>
        </w:pict>
      </w:r>
    </w:p>
    <w:p w14:paraId="7A7850F8" w14:textId="77777777" w:rsidR="00E913A2" w:rsidRPr="00440ABB" w:rsidRDefault="00E913A2" w:rsidP="00E913A2">
      <w:pPr>
        <w:tabs>
          <w:tab w:val="left" w:pos="1985"/>
        </w:tabs>
        <w:spacing w:after="0" w:line="240" w:lineRule="auto"/>
      </w:pPr>
    </w:p>
    <w:p w14:paraId="74C73187" w14:textId="77777777" w:rsidR="00E913A2" w:rsidRPr="00440ABB" w:rsidRDefault="00E913A2" w:rsidP="00E913A2">
      <w:pPr>
        <w:tabs>
          <w:tab w:val="left" w:pos="1985"/>
        </w:tabs>
        <w:spacing w:after="0" w:line="240" w:lineRule="auto"/>
      </w:pPr>
      <w:r>
        <w:t>LWL Spleißbox LC 50</w:t>
      </w:r>
      <w:r w:rsidRPr="00440ABB">
        <w:t xml:space="preserve">/125µ </w:t>
      </w:r>
    </w:p>
    <w:p w14:paraId="18C3F691" w14:textId="77777777" w:rsidR="00E913A2" w:rsidRPr="00440ABB" w:rsidRDefault="00E913A2" w:rsidP="00E913A2">
      <w:pPr>
        <w:tabs>
          <w:tab w:val="left" w:pos="1985"/>
        </w:tabs>
        <w:spacing w:after="0" w:line="240" w:lineRule="auto"/>
      </w:pPr>
    </w:p>
    <w:p w14:paraId="30D6C928" w14:textId="77777777" w:rsidR="00E913A2" w:rsidRPr="00440ABB" w:rsidRDefault="00E913A2" w:rsidP="00E913A2">
      <w:pPr>
        <w:tabs>
          <w:tab w:val="left" w:pos="1985"/>
        </w:tabs>
        <w:spacing w:after="0" w:line="240" w:lineRule="auto"/>
      </w:pPr>
      <w:r>
        <w:t>LWL Spleißbox LC 50/125µ, OM3</w:t>
      </w:r>
    </w:p>
    <w:p w14:paraId="3AEFCB03" w14:textId="77777777" w:rsidR="00E913A2" w:rsidRPr="002856EF" w:rsidRDefault="00E913A2" w:rsidP="00E913A2">
      <w:pPr>
        <w:tabs>
          <w:tab w:val="left" w:pos="1418"/>
          <w:tab w:val="left" w:pos="1985"/>
        </w:tabs>
        <w:spacing w:after="0" w:line="240" w:lineRule="auto"/>
      </w:pPr>
      <w:r w:rsidRPr="002856EF">
        <w:t>wie vor beschrieben jedoch:</w:t>
      </w:r>
    </w:p>
    <w:p w14:paraId="1C4C16DF" w14:textId="77777777" w:rsidR="00E913A2" w:rsidRPr="00440ABB" w:rsidRDefault="00E913A2" w:rsidP="00E913A2">
      <w:pPr>
        <w:tabs>
          <w:tab w:val="left" w:pos="1985"/>
        </w:tabs>
        <w:spacing w:after="0" w:line="240" w:lineRule="auto"/>
      </w:pPr>
      <w:r>
        <w:t>Anzahl Kupplungen</w:t>
      </w:r>
      <w:r>
        <w:tab/>
        <w:t>XX</w:t>
      </w:r>
    </w:p>
    <w:p w14:paraId="2E162841" w14:textId="77777777" w:rsidR="00E913A2" w:rsidRPr="00440ABB" w:rsidRDefault="00E913A2" w:rsidP="00E913A2">
      <w:pPr>
        <w:tabs>
          <w:tab w:val="left" w:pos="1985"/>
        </w:tabs>
        <w:spacing w:after="0" w:line="240" w:lineRule="auto"/>
      </w:pPr>
      <w:r>
        <w:t>Anzahl Pigtails:</w:t>
      </w:r>
      <w:r>
        <w:tab/>
        <w:t>XX</w:t>
      </w:r>
    </w:p>
    <w:p w14:paraId="231304C8" w14:textId="77777777" w:rsidR="00E913A2" w:rsidRPr="00F142DC" w:rsidRDefault="00E913A2" w:rsidP="00E913A2">
      <w:pPr>
        <w:tabs>
          <w:tab w:val="left" w:pos="1418"/>
          <w:tab w:val="left" w:pos="1985"/>
        </w:tabs>
        <w:spacing w:after="0" w:line="240" w:lineRule="auto"/>
      </w:pPr>
    </w:p>
    <w:p w14:paraId="2BAB24DB" w14:textId="26889C3D" w:rsidR="00E913A2" w:rsidRPr="008B1251" w:rsidRDefault="00E913A2" w:rsidP="00E913A2">
      <w:pPr>
        <w:tabs>
          <w:tab w:val="left" w:pos="1985"/>
        </w:tabs>
        <w:spacing w:after="0" w:line="240" w:lineRule="auto"/>
      </w:pPr>
      <w:r w:rsidRPr="008B1251">
        <w:t>Fabrikat:</w:t>
      </w:r>
      <w:r w:rsidRPr="008B1251">
        <w:tab/>
        <w:t xml:space="preserve">EFB-Elektronik </w:t>
      </w:r>
    </w:p>
    <w:p w14:paraId="5FB1A1E0" w14:textId="77777777" w:rsidR="00E913A2" w:rsidRPr="008B1251" w:rsidRDefault="00E913A2" w:rsidP="00E913A2">
      <w:pPr>
        <w:tabs>
          <w:tab w:val="left" w:pos="1985"/>
        </w:tabs>
        <w:spacing w:after="0" w:line="240" w:lineRule="auto"/>
      </w:pPr>
      <w:r w:rsidRPr="008B1251">
        <w:t>Art.-Nr.:</w:t>
      </w:r>
      <w:r w:rsidRPr="008B1251">
        <w:tab/>
      </w:r>
      <w:r>
        <w:t>B71901.XXOM3</w:t>
      </w:r>
    </w:p>
    <w:p w14:paraId="3C9BF0AE" w14:textId="77777777" w:rsidR="00E913A2" w:rsidRPr="00144909" w:rsidRDefault="00E913A2" w:rsidP="00E913A2">
      <w:pPr>
        <w:tabs>
          <w:tab w:val="left" w:pos="1276"/>
          <w:tab w:val="left" w:pos="1985"/>
          <w:tab w:val="left" w:pos="2268"/>
        </w:tabs>
        <w:spacing w:after="0" w:line="240" w:lineRule="auto"/>
      </w:pPr>
    </w:p>
    <w:p w14:paraId="456D290A" w14:textId="77777777" w:rsidR="00E913A2" w:rsidRDefault="008A086D" w:rsidP="00E913A2">
      <w:pPr>
        <w:tabs>
          <w:tab w:val="left" w:pos="1276"/>
          <w:tab w:val="left" w:pos="1985"/>
          <w:tab w:val="left" w:pos="2268"/>
        </w:tabs>
        <w:spacing w:after="0" w:line="240" w:lineRule="auto"/>
      </w:pPr>
      <w:r>
        <w:pict w14:anchorId="7BCE873A">
          <v:rect id="_x0000_i1026" style="width:0;height:1.5pt" o:hralign="center" o:hrstd="t" o:hr="t" fillcolor="#a0a0a0" stroked="f"/>
        </w:pict>
      </w:r>
    </w:p>
    <w:p w14:paraId="07CC38B5" w14:textId="77777777" w:rsidR="00E913A2" w:rsidRDefault="00E913A2" w:rsidP="00E913A2">
      <w:pPr>
        <w:tabs>
          <w:tab w:val="left" w:pos="1276"/>
          <w:tab w:val="left" w:pos="1985"/>
          <w:tab w:val="left" w:pos="2268"/>
        </w:tabs>
        <w:spacing w:after="0" w:line="240" w:lineRule="auto"/>
      </w:pPr>
    </w:p>
    <w:p w14:paraId="40A82396" w14:textId="77777777" w:rsidR="00E913A2" w:rsidRPr="00545B80" w:rsidRDefault="00E913A2" w:rsidP="00E913A2">
      <w:pPr>
        <w:tabs>
          <w:tab w:val="left" w:pos="1276"/>
          <w:tab w:val="left" w:pos="1985"/>
          <w:tab w:val="left" w:pos="2268"/>
        </w:tabs>
        <w:spacing w:after="0" w:line="240" w:lineRule="auto"/>
        <w:rPr>
          <w:color w:val="0070C0"/>
        </w:rPr>
      </w:pPr>
      <w:r w:rsidRPr="00545B80">
        <w:rPr>
          <w:color w:val="0070C0"/>
        </w:rPr>
        <w:t>Verfügbar</w:t>
      </w:r>
      <w:r>
        <w:rPr>
          <w:color w:val="0070C0"/>
        </w:rPr>
        <w:t xml:space="preserve"> mit:</w:t>
      </w:r>
    </w:p>
    <w:p w14:paraId="0D6A154D" w14:textId="77777777" w:rsidR="00E913A2" w:rsidRPr="00440ABB" w:rsidRDefault="00E913A2" w:rsidP="00E913A2">
      <w:pPr>
        <w:tabs>
          <w:tab w:val="left" w:pos="1276"/>
          <w:tab w:val="left" w:pos="1985"/>
          <w:tab w:val="left" w:pos="2268"/>
        </w:tabs>
        <w:spacing w:after="0" w:line="240" w:lineRule="auto"/>
      </w:pPr>
      <w:r>
        <w:rPr>
          <w:color w:val="0070C0"/>
        </w:rPr>
        <w:t>6 Kupplungen &amp;12 Pigtails / 12 Kupplungen &amp; 24 Pigtails</w:t>
      </w:r>
      <w:r w:rsidR="00D249CA">
        <w:rPr>
          <w:color w:val="0070C0"/>
        </w:rPr>
        <w:t xml:space="preserve"> / 24 Kupplungen &amp; 48 Pigtails</w:t>
      </w:r>
    </w:p>
    <w:p w14:paraId="39BFDC5A" w14:textId="77777777" w:rsidR="005E356E" w:rsidRPr="00E913A2" w:rsidRDefault="005E356E" w:rsidP="00E913A2"/>
    <w:sectPr w:rsidR="005E356E" w:rsidRPr="00E913A2" w:rsidSect="00902F0B">
      <w:headerReference w:type="default" r:id="rId7"/>
      <w:pgSz w:w="11906" w:h="16838"/>
      <w:pgMar w:top="1417" w:right="1417" w:bottom="1134" w:left="1417" w:header="708" w:footer="2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389069" w14:textId="77777777" w:rsidR="00BC779E" w:rsidRDefault="00BC779E" w:rsidP="00D33FDF">
      <w:pPr>
        <w:spacing w:after="0" w:line="240" w:lineRule="auto"/>
      </w:pPr>
      <w:r>
        <w:separator/>
      </w:r>
    </w:p>
  </w:endnote>
  <w:endnote w:type="continuationSeparator" w:id="0">
    <w:p w14:paraId="2C26F4D6" w14:textId="77777777" w:rsidR="00BC779E" w:rsidRDefault="00BC779E" w:rsidP="00D33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yriad Pro">
    <w:altName w:val="Segoe UI"/>
    <w:panose1 w:val="020B0503030403020204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C1A142" w14:textId="77777777" w:rsidR="00BC779E" w:rsidRDefault="00BC779E" w:rsidP="00D33FDF">
      <w:pPr>
        <w:spacing w:after="0" w:line="240" w:lineRule="auto"/>
      </w:pPr>
      <w:bookmarkStart w:id="0" w:name="_Hlk520441263"/>
      <w:bookmarkEnd w:id="0"/>
      <w:r>
        <w:separator/>
      </w:r>
    </w:p>
  </w:footnote>
  <w:footnote w:type="continuationSeparator" w:id="0">
    <w:p w14:paraId="73C72D26" w14:textId="77777777" w:rsidR="00BC779E" w:rsidRDefault="00BC779E" w:rsidP="00D33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0B329D" w14:textId="77777777" w:rsidR="00BC779E" w:rsidRDefault="00BC779E">
    <w:pPr>
      <w:pStyle w:val="Kopfzeile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C5B7A976"/>
    <w:multiLevelType w:val="hybridMultilevel"/>
    <w:tmpl w:val="DC99C1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672A948"/>
    <w:multiLevelType w:val="hybridMultilevel"/>
    <w:tmpl w:val="0AAF26A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F83"/>
    <w:rsid w:val="00042487"/>
    <w:rsid w:val="000701F2"/>
    <w:rsid w:val="0008414F"/>
    <w:rsid w:val="000A7E8B"/>
    <w:rsid w:val="00220001"/>
    <w:rsid w:val="00532498"/>
    <w:rsid w:val="00536482"/>
    <w:rsid w:val="005B0F83"/>
    <w:rsid w:val="005E356E"/>
    <w:rsid w:val="00645996"/>
    <w:rsid w:val="00696AF1"/>
    <w:rsid w:val="006A0501"/>
    <w:rsid w:val="006F60CC"/>
    <w:rsid w:val="00763DBC"/>
    <w:rsid w:val="0080646E"/>
    <w:rsid w:val="00841506"/>
    <w:rsid w:val="008524BC"/>
    <w:rsid w:val="008666BE"/>
    <w:rsid w:val="00893E96"/>
    <w:rsid w:val="00894682"/>
    <w:rsid w:val="008A086D"/>
    <w:rsid w:val="008C7280"/>
    <w:rsid w:val="00902F0B"/>
    <w:rsid w:val="00935501"/>
    <w:rsid w:val="009605B8"/>
    <w:rsid w:val="00A063E9"/>
    <w:rsid w:val="00B268B9"/>
    <w:rsid w:val="00BC779E"/>
    <w:rsid w:val="00BE4747"/>
    <w:rsid w:val="00CD10CC"/>
    <w:rsid w:val="00CF4A91"/>
    <w:rsid w:val="00D249CA"/>
    <w:rsid w:val="00D33FDF"/>
    <w:rsid w:val="00DF63BC"/>
    <w:rsid w:val="00E30F82"/>
    <w:rsid w:val="00E4063A"/>
    <w:rsid w:val="00E913A2"/>
    <w:rsid w:val="00EB4738"/>
    <w:rsid w:val="00EC58A4"/>
    <w:rsid w:val="00EC7B16"/>
    <w:rsid w:val="00ED2433"/>
    <w:rsid w:val="00F142DC"/>
    <w:rsid w:val="00F651CA"/>
    <w:rsid w:val="00FB0FD1"/>
    <w:rsid w:val="00FB70A9"/>
    <w:rsid w:val="00FC7628"/>
    <w:rsid w:val="00FD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A04CAF8"/>
  <w15:chartTrackingRefBased/>
  <w15:docId w15:val="{79EF6BE4-9062-4D0A-8F0D-60AF9B389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913A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B0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Absatz-Standardschriftart"/>
    <w:rsid w:val="005E356E"/>
    <w:rPr>
      <w:shd w:val="clear" w:color="auto" w:fill="FFFF00"/>
    </w:rPr>
  </w:style>
  <w:style w:type="paragraph" w:customStyle="1" w:styleId="Default">
    <w:name w:val="Default"/>
    <w:rsid w:val="005E356E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5E356E"/>
    <w:pPr>
      <w:spacing w:line="18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5E356E"/>
    <w:rPr>
      <w:rFonts w:cs="Myriad Pro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3FDF"/>
  </w:style>
  <w:style w:type="paragraph" w:styleId="Fuzeile">
    <w:name w:val="footer"/>
    <w:basedOn w:val="Standard"/>
    <w:link w:val="Fu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3FD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6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63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31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25111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17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9872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2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1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9627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3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9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8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26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single" w:sz="6" w:space="8" w:color="CCCCCC"/>
                                <w:bottom w:val="single" w:sz="6" w:space="8" w:color="CCCCCC"/>
                                <w:right w:val="single" w:sz="6" w:space="8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6C2CD81C</Template>
  <TotalTime>0</TotalTime>
  <Pages>1</Pages>
  <Words>141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Keller Larissa</dc:creator>
  <cp:keywords/>
  <dc:description/>
  <cp:lastModifiedBy>Möller, Norbert</cp:lastModifiedBy>
  <cp:revision>6</cp:revision>
  <cp:lastPrinted>2020-02-11T14:31:00Z</cp:lastPrinted>
  <dcterms:created xsi:type="dcterms:W3CDTF">2018-07-30T12:48:00Z</dcterms:created>
  <dcterms:modified xsi:type="dcterms:W3CDTF">2020-02-11T14:44:00Z</dcterms:modified>
</cp:coreProperties>
</file>